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00" w:type="dxa"/>
        <w:tblInd w:w="-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8"/>
        <w:gridCol w:w="1867"/>
        <w:gridCol w:w="6525"/>
      </w:tblGrid>
      <w:tr w:rsidR="00A06A5E" w:rsidRPr="00387875" w14:paraId="1975CABE" w14:textId="77777777" w:rsidTr="00EB510E">
        <w:tc>
          <w:tcPr>
            <w:tcW w:w="1208" w:type="dxa"/>
          </w:tcPr>
          <w:p w14:paraId="7CED88A7" w14:textId="77777777" w:rsidR="00A06A5E" w:rsidRPr="00207ED4" w:rsidRDefault="00A06A5E" w:rsidP="00EB510E">
            <w:pPr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207ED4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1867" w:type="dxa"/>
          </w:tcPr>
          <w:p w14:paraId="3FA058EB" w14:textId="77777777" w:rsidR="00A06A5E" w:rsidRPr="00207ED4" w:rsidRDefault="00A06A5E" w:rsidP="00EB510E">
            <w:pPr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207ED4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6525" w:type="dxa"/>
          </w:tcPr>
          <w:p w14:paraId="057FF8BB" w14:textId="77777777" w:rsidR="00A06A5E" w:rsidRPr="00207ED4" w:rsidRDefault="00A06A5E" w:rsidP="00D17F30">
            <w:pPr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207ED4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207ED4" w:rsidRPr="00D5395B" w14:paraId="484EF5BC" w14:textId="77777777" w:rsidTr="00EB510E">
        <w:tc>
          <w:tcPr>
            <w:tcW w:w="1208" w:type="dxa"/>
          </w:tcPr>
          <w:p w14:paraId="56EFA653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Cs/>
                <w:sz w:val="20"/>
              </w:rPr>
              <w:t>90021400</w:t>
            </w:r>
          </w:p>
        </w:tc>
        <w:tc>
          <w:tcPr>
            <w:tcW w:w="1867" w:type="dxa"/>
          </w:tcPr>
          <w:p w14:paraId="42CCAD0C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Cs/>
                <w:sz w:val="20"/>
              </w:rPr>
              <w:t xml:space="preserve">Corpo Modulo </w:t>
            </w:r>
          </w:p>
          <w:p w14:paraId="4117789B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Cs/>
                <w:sz w:val="20"/>
              </w:rPr>
              <w:t xml:space="preserve">2 vie </w:t>
            </w:r>
          </w:p>
          <w:p w14:paraId="3C7AA495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Cs/>
                <w:sz w:val="20"/>
              </w:rPr>
              <w:t>attacchi a bocchettone filettati da 1/2"</w:t>
            </w:r>
          </w:p>
        </w:tc>
        <w:tc>
          <w:tcPr>
            <w:tcW w:w="6525" w:type="dxa"/>
          </w:tcPr>
          <w:p w14:paraId="4808AC8A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Corpo valvola Modulo da 1/2” con attacchi a bocchettone filettati.</w:t>
            </w:r>
          </w:p>
          <w:p w14:paraId="0FCFFDC2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3946A3DD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Dati tecnici valvola:</w:t>
            </w:r>
          </w:p>
          <w:p w14:paraId="66092B73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Corpo in ottone: ST UNI EN 12165 CW617N nichelato</w:t>
            </w:r>
          </w:p>
          <w:p w14:paraId="08D4D6A3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Sfera in ottone: ST UNI EN 12165 CW617N cromata</w:t>
            </w:r>
          </w:p>
          <w:p w14:paraId="683AE85B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Tenuta sede sfera: PTFE</w:t>
            </w:r>
          </w:p>
          <w:p w14:paraId="36F0CD4A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Tenuta asta in manovra: HNBR</w:t>
            </w:r>
          </w:p>
          <w:p w14:paraId="4F006EBE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Temperatura di impiego: da – 40 °C a 100 °C (fluido circolante)</w:t>
            </w:r>
          </w:p>
          <w:p w14:paraId="5EA54736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Pressione di esercizio: PN 40</w:t>
            </w:r>
          </w:p>
          <w:p w14:paraId="05A9DACE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Pressione differenziale massima: 6 bar</w:t>
            </w:r>
          </w:p>
          <w:p w14:paraId="71EC6B74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15E33402" w14:textId="572B726A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207ED4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90457D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207ED4">
              <w:rPr>
                <w:rFonts w:ascii="Poppins" w:hAnsi="Poppins" w:cs="Poppins"/>
                <w:b/>
                <w:bCs/>
                <w:sz w:val="20"/>
              </w:rPr>
              <w:t xml:space="preserve"> – Modello Corpo Modulo 2 vie attacchi a bocchettoni 1/2" o equivalente</w:t>
            </w:r>
            <w:r w:rsidR="00C93391">
              <w:rPr>
                <w:rFonts w:ascii="Poppins" w:hAnsi="Poppins" w:cs="Poppins"/>
                <w:b/>
                <w:bCs/>
                <w:sz w:val="20"/>
              </w:rPr>
              <w:t>.</w:t>
            </w:r>
          </w:p>
        </w:tc>
      </w:tr>
      <w:tr w:rsidR="00207ED4" w:rsidRPr="00D5395B" w14:paraId="48EDACBF" w14:textId="77777777" w:rsidTr="00EB510E">
        <w:tc>
          <w:tcPr>
            <w:tcW w:w="1208" w:type="dxa"/>
          </w:tcPr>
          <w:p w14:paraId="1836124E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Cs/>
                <w:sz w:val="20"/>
              </w:rPr>
              <w:t>90021410</w:t>
            </w:r>
          </w:p>
        </w:tc>
        <w:tc>
          <w:tcPr>
            <w:tcW w:w="1867" w:type="dxa"/>
          </w:tcPr>
          <w:p w14:paraId="6D68E81D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Cs/>
                <w:sz w:val="20"/>
              </w:rPr>
              <w:t xml:space="preserve">Corpo Modulo </w:t>
            </w:r>
          </w:p>
          <w:p w14:paraId="6C9DA010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Cs/>
                <w:sz w:val="20"/>
              </w:rPr>
              <w:t xml:space="preserve">2 vie </w:t>
            </w:r>
          </w:p>
          <w:p w14:paraId="761265A5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Cs/>
                <w:sz w:val="20"/>
              </w:rPr>
              <w:t>attacchi a bocchettone filettati da 3/4"</w:t>
            </w:r>
          </w:p>
        </w:tc>
        <w:tc>
          <w:tcPr>
            <w:tcW w:w="6525" w:type="dxa"/>
          </w:tcPr>
          <w:p w14:paraId="3AD25112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Corpo valvola Modulo da 3/4” con attacchi a bocchettone filettati.</w:t>
            </w:r>
          </w:p>
          <w:p w14:paraId="317CE932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200AEBD9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Dati tecnici valvola:</w:t>
            </w:r>
          </w:p>
          <w:p w14:paraId="5E069EA6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Corpo in ottone: ST UNI EN 12165 CW617N nichelato</w:t>
            </w:r>
          </w:p>
          <w:p w14:paraId="3F0136B3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Sfera in ottone: ST UNI EN 12165 CW617N cromata</w:t>
            </w:r>
          </w:p>
          <w:p w14:paraId="2C9C3630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Tenuta sede sfera: PTFE</w:t>
            </w:r>
          </w:p>
          <w:p w14:paraId="7FD79C03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Tenuta asta in manovra: HNBR</w:t>
            </w:r>
          </w:p>
          <w:p w14:paraId="0D89115C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Temperatura di impiego: da – 40 °C a 100 °C (fluido circolante)</w:t>
            </w:r>
          </w:p>
          <w:p w14:paraId="5E6BAA0C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Pressione di esercizio: PN 40</w:t>
            </w:r>
          </w:p>
          <w:p w14:paraId="63676DF7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Pressione differenziale massima: 6 bar</w:t>
            </w:r>
          </w:p>
          <w:p w14:paraId="222DDD80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54973C35" w14:textId="16F774FF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207ED4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90457D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207ED4">
              <w:rPr>
                <w:rFonts w:ascii="Poppins" w:hAnsi="Poppins" w:cs="Poppins"/>
                <w:b/>
                <w:bCs/>
                <w:sz w:val="20"/>
              </w:rPr>
              <w:t xml:space="preserve"> – Modello Corpo Modulo 2 vie attacchi a bocchettoni 3/4" o equivalente</w:t>
            </w:r>
            <w:r w:rsidR="00C93391">
              <w:rPr>
                <w:rFonts w:ascii="Poppins" w:hAnsi="Poppins" w:cs="Poppins"/>
                <w:b/>
                <w:bCs/>
                <w:sz w:val="20"/>
              </w:rPr>
              <w:t>.</w:t>
            </w:r>
          </w:p>
        </w:tc>
      </w:tr>
      <w:tr w:rsidR="00207ED4" w:rsidRPr="00D5395B" w14:paraId="06454199" w14:textId="77777777" w:rsidTr="00EB510E">
        <w:tc>
          <w:tcPr>
            <w:tcW w:w="1208" w:type="dxa"/>
          </w:tcPr>
          <w:p w14:paraId="61090004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Cs/>
                <w:sz w:val="20"/>
              </w:rPr>
              <w:t>90021420</w:t>
            </w:r>
          </w:p>
        </w:tc>
        <w:tc>
          <w:tcPr>
            <w:tcW w:w="1867" w:type="dxa"/>
          </w:tcPr>
          <w:p w14:paraId="3152711F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Cs/>
                <w:sz w:val="20"/>
              </w:rPr>
              <w:t xml:space="preserve">Corpo Modulo </w:t>
            </w:r>
          </w:p>
          <w:p w14:paraId="42CA79AB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Cs/>
                <w:sz w:val="20"/>
              </w:rPr>
              <w:t xml:space="preserve">2 vie </w:t>
            </w:r>
          </w:p>
          <w:p w14:paraId="6CAA72EE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Cs/>
                <w:sz w:val="20"/>
              </w:rPr>
              <w:t>attacchi a bocchettone filettati da 1"</w:t>
            </w:r>
          </w:p>
        </w:tc>
        <w:tc>
          <w:tcPr>
            <w:tcW w:w="6525" w:type="dxa"/>
          </w:tcPr>
          <w:p w14:paraId="6207FE2F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Corpo valvola Modulo da 1” con attacchi a bocchettone filettati.</w:t>
            </w:r>
          </w:p>
          <w:p w14:paraId="67AF364D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47C31106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Dati tecnici valvola:</w:t>
            </w:r>
          </w:p>
          <w:p w14:paraId="2170DFFC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Corpo in ottone: ST UNI EN 12165 CW617N nichelato</w:t>
            </w:r>
          </w:p>
          <w:p w14:paraId="024D80FF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Sfera in ottone: ST UNI EN 12165 CW617N cromata</w:t>
            </w:r>
          </w:p>
          <w:p w14:paraId="725A5DD2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Tenuta sede sfera: PTFE</w:t>
            </w:r>
          </w:p>
          <w:p w14:paraId="0FCE416C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Tenuta asta in manovra: HNBR</w:t>
            </w:r>
          </w:p>
          <w:p w14:paraId="76B087A6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Temperatura di impiego: da – 40 °C a 100 °C (fluido circolante)</w:t>
            </w:r>
          </w:p>
          <w:p w14:paraId="6D50ED14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lastRenderedPageBreak/>
              <w:t>Pressione di esercizio: PN 40</w:t>
            </w:r>
          </w:p>
          <w:p w14:paraId="54A4092E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Pressione differenziale massima: 6 bar</w:t>
            </w:r>
          </w:p>
          <w:p w14:paraId="2A2AD945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48DDF678" w14:textId="456E9410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207ED4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90457D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207ED4">
              <w:rPr>
                <w:rFonts w:ascii="Poppins" w:hAnsi="Poppins" w:cs="Poppins"/>
                <w:b/>
                <w:bCs/>
                <w:sz w:val="20"/>
              </w:rPr>
              <w:t xml:space="preserve"> – Modello Corpo Modulo 2 vie attacchi a bocchettoni 1" o equivalente</w:t>
            </w:r>
            <w:r w:rsidR="00C93391">
              <w:rPr>
                <w:rFonts w:ascii="Poppins" w:hAnsi="Poppins" w:cs="Poppins"/>
                <w:b/>
                <w:bCs/>
                <w:sz w:val="20"/>
              </w:rPr>
              <w:t>.</w:t>
            </w:r>
          </w:p>
        </w:tc>
      </w:tr>
      <w:tr w:rsidR="00207ED4" w:rsidRPr="00D5395B" w14:paraId="61027952" w14:textId="77777777" w:rsidTr="00EB510E">
        <w:tc>
          <w:tcPr>
            <w:tcW w:w="1208" w:type="dxa"/>
          </w:tcPr>
          <w:p w14:paraId="29F2428E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Cs/>
                <w:sz w:val="20"/>
              </w:rPr>
              <w:lastRenderedPageBreak/>
              <w:t>90021430</w:t>
            </w:r>
          </w:p>
        </w:tc>
        <w:tc>
          <w:tcPr>
            <w:tcW w:w="1867" w:type="dxa"/>
          </w:tcPr>
          <w:p w14:paraId="4DF00F5C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Cs/>
                <w:sz w:val="20"/>
              </w:rPr>
              <w:t xml:space="preserve">Corpo Modulo </w:t>
            </w:r>
          </w:p>
          <w:p w14:paraId="0D8A2B18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Cs/>
                <w:sz w:val="20"/>
              </w:rPr>
              <w:t xml:space="preserve">2 vie </w:t>
            </w:r>
          </w:p>
          <w:p w14:paraId="08A3F610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Cs/>
                <w:sz w:val="20"/>
              </w:rPr>
              <w:t>attacchi a bocchettone filettati da 1"1/4</w:t>
            </w:r>
          </w:p>
        </w:tc>
        <w:tc>
          <w:tcPr>
            <w:tcW w:w="6525" w:type="dxa"/>
          </w:tcPr>
          <w:p w14:paraId="15237C16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Corpo valvola Modulo da 1”1/4 con attacchi a bocchettone filettati.</w:t>
            </w:r>
          </w:p>
          <w:p w14:paraId="0D5C1B48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218F50FB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Dati tecnici valvola:</w:t>
            </w:r>
          </w:p>
          <w:p w14:paraId="12226D07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Corpo in ottone: ST UNI EN 12165 CW617N nichelato</w:t>
            </w:r>
          </w:p>
          <w:p w14:paraId="4DBD4FBA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Sfera in ottone: ST UNI EN 12165 CW617N cromata</w:t>
            </w:r>
          </w:p>
          <w:p w14:paraId="72A87686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Tenuta sede sfera: PTFE</w:t>
            </w:r>
          </w:p>
          <w:p w14:paraId="43D7D85C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Tenuta asta in manovra: HNBR</w:t>
            </w:r>
          </w:p>
          <w:p w14:paraId="4A9407A1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Temperatura di impiego: da – 40 °C a 100 °C (fluido circolante)</w:t>
            </w:r>
          </w:p>
          <w:p w14:paraId="2BF58CE6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Pressione di esercizio: PN 40</w:t>
            </w:r>
          </w:p>
          <w:p w14:paraId="062B0C21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Pressione differenziale massima: 6 bar</w:t>
            </w:r>
          </w:p>
          <w:p w14:paraId="237A1AB9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1E5FEC8C" w14:textId="55346E58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207ED4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90457D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207ED4">
              <w:rPr>
                <w:rFonts w:ascii="Poppins" w:hAnsi="Poppins" w:cs="Poppins"/>
                <w:b/>
                <w:bCs/>
                <w:sz w:val="20"/>
              </w:rPr>
              <w:t xml:space="preserve"> – Modello Corpo Modulo 2 vie attacchi a bocchettoni 1"1/4 o equivalente</w:t>
            </w:r>
            <w:r w:rsidR="00C93391">
              <w:rPr>
                <w:rFonts w:ascii="Poppins" w:hAnsi="Poppins" w:cs="Poppins"/>
                <w:b/>
                <w:bCs/>
                <w:sz w:val="20"/>
              </w:rPr>
              <w:t>.</w:t>
            </w:r>
          </w:p>
        </w:tc>
      </w:tr>
      <w:tr w:rsidR="00207ED4" w:rsidRPr="00D5395B" w14:paraId="78340D97" w14:textId="77777777" w:rsidTr="00EB510E">
        <w:tc>
          <w:tcPr>
            <w:tcW w:w="1208" w:type="dxa"/>
          </w:tcPr>
          <w:p w14:paraId="36F51D0D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Cs/>
                <w:sz w:val="20"/>
              </w:rPr>
              <w:t>90021440</w:t>
            </w:r>
          </w:p>
        </w:tc>
        <w:tc>
          <w:tcPr>
            <w:tcW w:w="1867" w:type="dxa"/>
          </w:tcPr>
          <w:p w14:paraId="74684287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Cs/>
                <w:sz w:val="20"/>
              </w:rPr>
              <w:t xml:space="preserve">Corpo Modulo </w:t>
            </w:r>
          </w:p>
          <w:p w14:paraId="5ECD27D5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Cs/>
                <w:sz w:val="20"/>
              </w:rPr>
              <w:t xml:space="preserve">2 vie </w:t>
            </w:r>
          </w:p>
          <w:p w14:paraId="7F7DFAB4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Cs/>
                <w:sz w:val="20"/>
              </w:rPr>
              <w:t>attacchi a bocchettone filettati da 1"1/2</w:t>
            </w:r>
          </w:p>
        </w:tc>
        <w:tc>
          <w:tcPr>
            <w:tcW w:w="6525" w:type="dxa"/>
          </w:tcPr>
          <w:p w14:paraId="1F07D3EA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Corpo valvola Modulo da 1”1/2 con attacchi a bocchettone filettati.</w:t>
            </w:r>
          </w:p>
          <w:p w14:paraId="0A5969B0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233848D3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Dati tecnici valvola:</w:t>
            </w:r>
          </w:p>
          <w:p w14:paraId="414E8FDC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Corpo in ottone: ST UNI EN 12165 CW617N nichelato</w:t>
            </w:r>
          </w:p>
          <w:p w14:paraId="7DF1B027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Sfera in ottone: ST UNI EN 12165 CW617N cromata</w:t>
            </w:r>
          </w:p>
          <w:p w14:paraId="3BFFC214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Tenuta sede sfera: PTFE</w:t>
            </w:r>
          </w:p>
          <w:p w14:paraId="5DC5411F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Tenuta asta in manovra: HNBR</w:t>
            </w:r>
          </w:p>
          <w:p w14:paraId="73602384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Temperatura di impiego: da – 40 °C a 100 °C (fluido circolante)</w:t>
            </w:r>
          </w:p>
          <w:p w14:paraId="4A3F7650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Pressione di esercizio: PN 40</w:t>
            </w:r>
          </w:p>
          <w:p w14:paraId="7FAAC289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Pressione differenziale massima: 6 bar</w:t>
            </w:r>
          </w:p>
          <w:p w14:paraId="7BD36958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787D4103" w14:textId="2DA2C9EE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207ED4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90457D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207ED4">
              <w:rPr>
                <w:rFonts w:ascii="Poppins" w:hAnsi="Poppins" w:cs="Poppins"/>
                <w:b/>
                <w:bCs/>
                <w:sz w:val="20"/>
              </w:rPr>
              <w:t xml:space="preserve"> – Modello Corpo Modulo 2 vie attacchi a bocchettoni 1"1/2 o equivalente</w:t>
            </w:r>
            <w:r w:rsidR="00C93391">
              <w:rPr>
                <w:rFonts w:ascii="Poppins" w:hAnsi="Poppins" w:cs="Poppins"/>
                <w:b/>
                <w:bCs/>
                <w:sz w:val="20"/>
              </w:rPr>
              <w:t>.</w:t>
            </w:r>
          </w:p>
        </w:tc>
      </w:tr>
      <w:tr w:rsidR="00207ED4" w:rsidRPr="00D5395B" w14:paraId="62E5EEC4" w14:textId="77777777" w:rsidTr="00EB510E">
        <w:tc>
          <w:tcPr>
            <w:tcW w:w="1208" w:type="dxa"/>
          </w:tcPr>
          <w:p w14:paraId="7FFA63A5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Cs/>
                <w:sz w:val="20"/>
              </w:rPr>
              <w:t>90021450</w:t>
            </w:r>
          </w:p>
        </w:tc>
        <w:tc>
          <w:tcPr>
            <w:tcW w:w="1867" w:type="dxa"/>
          </w:tcPr>
          <w:p w14:paraId="43CDB2A4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Cs/>
                <w:sz w:val="20"/>
              </w:rPr>
              <w:t xml:space="preserve">Corpo Modulo </w:t>
            </w:r>
          </w:p>
          <w:p w14:paraId="454B279A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Cs/>
                <w:sz w:val="20"/>
              </w:rPr>
              <w:t xml:space="preserve">2 vie </w:t>
            </w:r>
          </w:p>
          <w:p w14:paraId="6F3B199B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Cs/>
                <w:sz w:val="20"/>
              </w:rPr>
              <w:t>attacchi a bocchettone filettati da 2"</w:t>
            </w:r>
          </w:p>
        </w:tc>
        <w:tc>
          <w:tcPr>
            <w:tcW w:w="6525" w:type="dxa"/>
          </w:tcPr>
          <w:p w14:paraId="49524745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Corpo valvola Modulo da 2” con attacchi a bocchettone filettati.</w:t>
            </w:r>
          </w:p>
          <w:p w14:paraId="7484F48F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2BA711A1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Dati tecnici valvola:</w:t>
            </w:r>
          </w:p>
          <w:p w14:paraId="435C14BF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Corpo in ottone: ST UNI EN 12165 CW617N nichelato</w:t>
            </w:r>
          </w:p>
          <w:p w14:paraId="3E94B343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Sfera in ottone: ST UNI EN 12165 CW617N cromata</w:t>
            </w:r>
          </w:p>
          <w:p w14:paraId="69ADDCF1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lastRenderedPageBreak/>
              <w:t>Tenuta sede sfera: PTFE</w:t>
            </w:r>
          </w:p>
          <w:p w14:paraId="4E01EDF4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Tenuta asta in manovra: HNBR</w:t>
            </w:r>
          </w:p>
          <w:p w14:paraId="3B1292C4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Temperatura di impiego: da – 40 °C a 100 °C (fluido circolante)</w:t>
            </w:r>
          </w:p>
          <w:p w14:paraId="52953CF9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Pressione di esercizio: PN 40</w:t>
            </w:r>
          </w:p>
          <w:p w14:paraId="4250F925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Pressione differenziale massima: 6 bar</w:t>
            </w:r>
          </w:p>
          <w:p w14:paraId="4A63C264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702552C9" w14:textId="358799F2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207ED4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90457D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207ED4">
              <w:rPr>
                <w:rFonts w:ascii="Poppins" w:hAnsi="Poppins" w:cs="Poppins"/>
                <w:b/>
                <w:bCs/>
                <w:sz w:val="20"/>
              </w:rPr>
              <w:t xml:space="preserve"> – Modello Corpo Modulo 2 vie attacchi a bocchettoni 2" o equivalente</w:t>
            </w:r>
            <w:r w:rsidR="00C93391">
              <w:rPr>
                <w:rFonts w:ascii="Poppins" w:hAnsi="Poppins" w:cs="Poppins"/>
                <w:b/>
                <w:bCs/>
                <w:sz w:val="20"/>
              </w:rPr>
              <w:t>.</w:t>
            </w:r>
          </w:p>
        </w:tc>
      </w:tr>
      <w:tr w:rsidR="00207ED4" w:rsidRPr="00D5395B" w14:paraId="22945A23" w14:textId="77777777" w:rsidTr="00EB510E">
        <w:tc>
          <w:tcPr>
            <w:tcW w:w="1208" w:type="dxa"/>
          </w:tcPr>
          <w:p w14:paraId="2A05B7E3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Cs/>
                <w:sz w:val="20"/>
              </w:rPr>
              <w:lastRenderedPageBreak/>
              <w:t>90021320</w:t>
            </w:r>
          </w:p>
        </w:tc>
        <w:tc>
          <w:tcPr>
            <w:tcW w:w="1867" w:type="dxa"/>
          </w:tcPr>
          <w:p w14:paraId="386C3B69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Cs/>
                <w:sz w:val="20"/>
              </w:rPr>
              <w:t xml:space="preserve">Corpo Modulo </w:t>
            </w:r>
          </w:p>
          <w:p w14:paraId="2B2FEA9C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Cs/>
                <w:sz w:val="20"/>
              </w:rPr>
              <w:t xml:space="preserve">3 vie </w:t>
            </w:r>
          </w:p>
          <w:p w14:paraId="684836BD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Cs/>
                <w:sz w:val="20"/>
              </w:rPr>
              <w:t>attacchi a bocchettone filettati da 1/2"</w:t>
            </w:r>
          </w:p>
        </w:tc>
        <w:tc>
          <w:tcPr>
            <w:tcW w:w="6525" w:type="dxa"/>
          </w:tcPr>
          <w:p w14:paraId="3568E939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Corpo valvola Modulo da 1/2” con attacchi a bocchettone filettati.</w:t>
            </w:r>
          </w:p>
          <w:p w14:paraId="14C7ED27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54E1A28B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Dati tecnici valvola:</w:t>
            </w:r>
          </w:p>
          <w:p w14:paraId="6F25A33B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Corpo in ottone: ST UNI EN 12165 CW617N nichelato</w:t>
            </w:r>
          </w:p>
          <w:p w14:paraId="11F40E7D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Sfera in ottone: ST UNI EN 12165 CW617N cromata</w:t>
            </w:r>
          </w:p>
          <w:p w14:paraId="5ADC9538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Tenuta sede sfera: PTFE</w:t>
            </w:r>
          </w:p>
          <w:p w14:paraId="5B556DF1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Tenuta asta in manovra: HNBR</w:t>
            </w:r>
          </w:p>
          <w:p w14:paraId="7767A644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Temperatura di impiego: da – 40 °C a 100 °C (fluido circolante)</w:t>
            </w:r>
          </w:p>
          <w:p w14:paraId="5E62783C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Pressione di esercizio: PN 40</w:t>
            </w:r>
          </w:p>
          <w:p w14:paraId="02AB879E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Pressione differenziale massima: 6 bar</w:t>
            </w:r>
          </w:p>
          <w:p w14:paraId="517BE7DE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197B19AA" w14:textId="04436799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207ED4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90457D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207ED4">
              <w:rPr>
                <w:rFonts w:ascii="Poppins" w:hAnsi="Poppins" w:cs="Poppins"/>
                <w:b/>
                <w:bCs/>
                <w:sz w:val="20"/>
              </w:rPr>
              <w:t xml:space="preserve"> – Modello Corpo Modulo 3 vie attacchi a bocchettoni 1/2” o equivalente</w:t>
            </w:r>
            <w:r w:rsidR="00C93391">
              <w:rPr>
                <w:rFonts w:ascii="Poppins" w:hAnsi="Poppins" w:cs="Poppins"/>
                <w:b/>
                <w:bCs/>
                <w:sz w:val="20"/>
              </w:rPr>
              <w:t>.</w:t>
            </w:r>
          </w:p>
        </w:tc>
      </w:tr>
      <w:tr w:rsidR="00207ED4" w:rsidRPr="00D5395B" w14:paraId="0C1C0AC7" w14:textId="77777777" w:rsidTr="00EB510E">
        <w:tc>
          <w:tcPr>
            <w:tcW w:w="1208" w:type="dxa"/>
          </w:tcPr>
          <w:p w14:paraId="3052C037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Cs/>
                <w:sz w:val="20"/>
              </w:rPr>
              <w:t>90021460</w:t>
            </w:r>
          </w:p>
        </w:tc>
        <w:tc>
          <w:tcPr>
            <w:tcW w:w="1867" w:type="dxa"/>
          </w:tcPr>
          <w:p w14:paraId="71A4CD1A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Cs/>
                <w:sz w:val="20"/>
              </w:rPr>
              <w:t xml:space="preserve">Corpo Modulo </w:t>
            </w:r>
          </w:p>
          <w:p w14:paraId="5A5D5774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Cs/>
                <w:sz w:val="20"/>
              </w:rPr>
              <w:t xml:space="preserve">3 vie </w:t>
            </w:r>
          </w:p>
          <w:p w14:paraId="49F0E477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Cs/>
                <w:sz w:val="20"/>
              </w:rPr>
              <w:t>attacchi a bocchettone filettati da 3/4"</w:t>
            </w:r>
          </w:p>
        </w:tc>
        <w:tc>
          <w:tcPr>
            <w:tcW w:w="6525" w:type="dxa"/>
          </w:tcPr>
          <w:p w14:paraId="39799594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Corpo valvola Modulo da 3/4” con attacchi a bocchettone filettati.</w:t>
            </w:r>
          </w:p>
          <w:p w14:paraId="086C1B45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365EEB00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Dati tecnici valvola:</w:t>
            </w:r>
          </w:p>
          <w:p w14:paraId="726A3D08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Corpo in ottone: ST UNI EN 12165 CW617N nichelato</w:t>
            </w:r>
          </w:p>
          <w:p w14:paraId="70B45A88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Sfera in ottone: ST UNI EN 12165 CW617N cromata</w:t>
            </w:r>
          </w:p>
          <w:p w14:paraId="520212B5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Tenuta sede sfera: PTFE</w:t>
            </w:r>
          </w:p>
          <w:p w14:paraId="34949AF9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Tenuta asta in manovra: HNBR</w:t>
            </w:r>
          </w:p>
          <w:p w14:paraId="440A078A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Temperatura di impiego: da – 40 °C a 100 °C (fluido circolante)</w:t>
            </w:r>
          </w:p>
          <w:p w14:paraId="4FD0251B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Pressione di esercizio: PN 40</w:t>
            </w:r>
          </w:p>
          <w:p w14:paraId="7F2C4CD4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Pressione differenziale massima: 6 bar</w:t>
            </w:r>
          </w:p>
          <w:p w14:paraId="616EF39B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78847226" w14:textId="7C47EF7C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207ED4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90457D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207ED4">
              <w:rPr>
                <w:rFonts w:ascii="Poppins" w:hAnsi="Poppins" w:cs="Poppins"/>
                <w:b/>
                <w:bCs/>
                <w:sz w:val="20"/>
              </w:rPr>
              <w:t xml:space="preserve"> – Modello Corpo Modulo 3 vie attacchi a bocchettoni 3/4" o equivalente</w:t>
            </w:r>
            <w:r w:rsidR="00C93391">
              <w:rPr>
                <w:rFonts w:ascii="Poppins" w:hAnsi="Poppins" w:cs="Poppins"/>
                <w:b/>
                <w:bCs/>
                <w:sz w:val="20"/>
              </w:rPr>
              <w:t>.</w:t>
            </w:r>
          </w:p>
        </w:tc>
      </w:tr>
      <w:tr w:rsidR="00207ED4" w:rsidRPr="00D5395B" w14:paraId="5C42C5C2" w14:textId="77777777" w:rsidTr="00EB510E">
        <w:tc>
          <w:tcPr>
            <w:tcW w:w="1208" w:type="dxa"/>
          </w:tcPr>
          <w:p w14:paraId="2AD62838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Cs/>
                <w:sz w:val="20"/>
              </w:rPr>
              <w:t>90021470</w:t>
            </w:r>
          </w:p>
        </w:tc>
        <w:tc>
          <w:tcPr>
            <w:tcW w:w="1867" w:type="dxa"/>
          </w:tcPr>
          <w:p w14:paraId="74D1C176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Cs/>
                <w:sz w:val="20"/>
              </w:rPr>
              <w:t xml:space="preserve">Corpo Modulo </w:t>
            </w:r>
          </w:p>
          <w:p w14:paraId="2DF7B2E5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Cs/>
                <w:sz w:val="20"/>
              </w:rPr>
              <w:lastRenderedPageBreak/>
              <w:t xml:space="preserve">3 vie </w:t>
            </w:r>
          </w:p>
          <w:p w14:paraId="1296CBBE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Cs/>
                <w:sz w:val="20"/>
              </w:rPr>
              <w:t>attacchi a bocchettone filettati da 1"</w:t>
            </w:r>
          </w:p>
        </w:tc>
        <w:tc>
          <w:tcPr>
            <w:tcW w:w="6525" w:type="dxa"/>
          </w:tcPr>
          <w:p w14:paraId="3E12F59D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lastRenderedPageBreak/>
              <w:t>Corpo valvola Modulo da 1” con attacchi a bocchettone filettati.</w:t>
            </w:r>
          </w:p>
          <w:p w14:paraId="78656DB6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662ECB9D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Dati tecnici valvola:</w:t>
            </w:r>
          </w:p>
          <w:p w14:paraId="2C46207A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Corpo in ottone: ST UNI EN 12165 CW617N nichelato</w:t>
            </w:r>
          </w:p>
          <w:p w14:paraId="1958A504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Sfera in ottone: ST UNI EN 12165 CW617N cromata</w:t>
            </w:r>
          </w:p>
          <w:p w14:paraId="78BF42DF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Tenuta sede sfera: PTFE</w:t>
            </w:r>
          </w:p>
          <w:p w14:paraId="5C755C99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Tenuta asta in manovra: HNBR</w:t>
            </w:r>
          </w:p>
          <w:p w14:paraId="1D6E2F87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Temperatura di impiego: da – 40 °C a 100 °C (fluido circolante)</w:t>
            </w:r>
          </w:p>
          <w:p w14:paraId="27220EA2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Pressione di esercizio: PN 40</w:t>
            </w:r>
          </w:p>
          <w:p w14:paraId="6098265B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Pressione differenziale massima: 6 bar</w:t>
            </w:r>
          </w:p>
          <w:p w14:paraId="68D0FEAE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34C748DB" w14:textId="4FBDE2FA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207ED4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90457D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207ED4">
              <w:rPr>
                <w:rFonts w:ascii="Poppins" w:hAnsi="Poppins" w:cs="Poppins"/>
                <w:b/>
                <w:bCs/>
                <w:sz w:val="20"/>
              </w:rPr>
              <w:t xml:space="preserve"> – Modello Corpo Modulo 3 vie attacchi a bocchettoni 1" o equivalente</w:t>
            </w:r>
            <w:r w:rsidR="00C93391">
              <w:rPr>
                <w:rFonts w:ascii="Poppins" w:hAnsi="Poppins" w:cs="Poppins"/>
                <w:b/>
                <w:bCs/>
                <w:sz w:val="20"/>
              </w:rPr>
              <w:t>.</w:t>
            </w:r>
          </w:p>
        </w:tc>
      </w:tr>
      <w:tr w:rsidR="00207ED4" w:rsidRPr="00D5395B" w14:paraId="0DFF4E34" w14:textId="77777777" w:rsidTr="00EB510E">
        <w:tc>
          <w:tcPr>
            <w:tcW w:w="1208" w:type="dxa"/>
          </w:tcPr>
          <w:p w14:paraId="08A99944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Cs/>
                <w:sz w:val="20"/>
              </w:rPr>
              <w:lastRenderedPageBreak/>
              <w:t>90021480</w:t>
            </w:r>
          </w:p>
        </w:tc>
        <w:tc>
          <w:tcPr>
            <w:tcW w:w="1867" w:type="dxa"/>
          </w:tcPr>
          <w:p w14:paraId="6D698DDB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Cs/>
                <w:sz w:val="20"/>
              </w:rPr>
              <w:t xml:space="preserve">Corpo Modulo </w:t>
            </w:r>
          </w:p>
          <w:p w14:paraId="057407B1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Cs/>
                <w:sz w:val="20"/>
              </w:rPr>
              <w:t xml:space="preserve">3 vie </w:t>
            </w:r>
          </w:p>
          <w:p w14:paraId="4F57D1F7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Cs/>
                <w:sz w:val="20"/>
              </w:rPr>
              <w:t>attacchi a bocchettone filettati da 1"1/4</w:t>
            </w:r>
          </w:p>
        </w:tc>
        <w:tc>
          <w:tcPr>
            <w:tcW w:w="6525" w:type="dxa"/>
          </w:tcPr>
          <w:p w14:paraId="771EC133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Corpo valvola Modulo da 1”1/4 con attacchi a bocchettone filettati.</w:t>
            </w:r>
          </w:p>
          <w:p w14:paraId="71E6C4E0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3D1BAF40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Dati tecnici valvola:</w:t>
            </w:r>
          </w:p>
          <w:p w14:paraId="6A1EF70D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Corpo in ottone: ST UNI EN 12165 CW617N nichelato</w:t>
            </w:r>
          </w:p>
          <w:p w14:paraId="40F88E88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Sfera in ottone: ST UNI EN 12165 CW617N cromata</w:t>
            </w:r>
          </w:p>
          <w:p w14:paraId="1A80C4F6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Tenuta sede sfera: PTFE</w:t>
            </w:r>
          </w:p>
          <w:p w14:paraId="5910C4C4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Tenuta asta in manovra: HNBR</w:t>
            </w:r>
          </w:p>
          <w:p w14:paraId="73598444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Temperatura di impiego: da – 40 °C a 100 °C (fluido circolante)</w:t>
            </w:r>
          </w:p>
          <w:p w14:paraId="4C342894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Pressione di esercizio: PN 40</w:t>
            </w:r>
          </w:p>
          <w:p w14:paraId="0805839F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Pressione differenziale massima: 6 bar</w:t>
            </w:r>
          </w:p>
          <w:p w14:paraId="7CDA8E10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6789012F" w14:textId="0DE0C6AB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207ED4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90457D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207ED4">
              <w:rPr>
                <w:rFonts w:ascii="Poppins" w:hAnsi="Poppins" w:cs="Poppins"/>
                <w:b/>
                <w:bCs/>
                <w:sz w:val="20"/>
              </w:rPr>
              <w:t xml:space="preserve"> – Modello Corpo Modulo 3 vie attacchi a bocchettoni 1"1/4 o equivalente</w:t>
            </w:r>
            <w:r w:rsidR="00C93391">
              <w:rPr>
                <w:rFonts w:ascii="Poppins" w:hAnsi="Poppins" w:cs="Poppins"/>
                <w:b/>
                <w:bCs/>
                <w:sz w:val="20"/>
              </w:rPr>
              <w:t>.</w:t>
            </w:r>
          </w:p>
        </w:tc>
      </w:tr>
      <w:tr w:rsidR="00207ED4" w:rsidRPr="00D5395B" w14:paraId="4CDFF536" w14:textId="77777777" w:rsidTr="00EB510E">
        <w:tc>
          <w:tcPr>
            <w:tcW w:w="1208" w:type="dxa"/>
          </w:tcPr>
          <w:p w14:paraId="1667EA79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Cs/>
                <w:sz w:val="20"/>
              </w:rPr>
              <w:t>90021490</w:t>
            </w:r>
          </w:p>
        </w:tc>
        <w:tc>
          <w:tcPr>
            <w:tcW w:w="1867" w:type="dxa"/>
          </w:tcPr>
          <w:p w14:paraId="2B9AE5AC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Cs/>
                <w:sz w:val="20"/>
              </w:rPr>
              <w:t xml:space="preserve">Corpo Modulo </w:t>
            </w:r>
          </w:p>
          <w:p w14:paraId="7069B66C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Cs/>
                <w:sz w:val="20"/>
              </w:rPr>
              <w:t xml:space="preserve">3 vie </w:t>
            </w:r>
          </w:p>
          <w:p w14:paraId="22883D41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Cs/>
                <w:sz w:val="20"/>
              </w:rPr>
              <w:t>attacchi a bocchettone filettati da 1"1/2</w:t>
            </w:r>
          </w:p>
        </w:tc>
        <w:tc>
          <w:tcPr>
            <w:tcW w:w="6525" w:type="dxa"/>
          </w:tcPr>
          <w:p w14:paraId="5FA2AF5E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Corpo valvola Modulo da 1”1/2 con attacchi a bocchettone filettati.</w:t>
            </w:r>
          </w:p>
          <w:p w14:paraId="7F2E914C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3888FCE2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Dati tecnici valvola:</w:t>
            </w:r>
          </w:p>
          <w:p w14:paraId="7A5A2FB5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Corpo in ottone: ST UNI EN 12165 CW617N nichelato</w:t>
            </w:r>
          </w:p>
          <w:p w14:paraId="70E52923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Sfera in ottone: ST UNI EN 12165 CW617N cromata</w:t>
            </w:r>
          </w:p>
          <w:p w14:paraId="2268239F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Tenuta sede sfera: PTFE</w:t>
            </w:r>
          </w:p>
          <w:p w14:paraId="102B40A3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Tenuta asta in manovra: HNBR</w:t>
            </w:r>
          </w:p>
          <w:p w14:paraId="665B77B1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Temperatura di impiego: da – 40 °C a 100 °C (fluido circolante)</w:t>
            </w:r>
          </w:p>
          <w:p w14:paraId="5E0BB045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Pressione di esercizio: PN 40</w:t>
            </w:r>
          </w:p>
          <w:p w14:paraId="01762149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Pressione differenziale massima: 6 bar</w:t>
            </w:r>
          </w:p>
          <w:p w14:paraId="6E57BC7B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36E6BCA6" w14:textId="114C4164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207ED4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90457D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207ED4">
              <w:rPr>
                <w:rFonts w:ascii="Poppins" w:hAnsi="Poppins" w:cs="Poppins"/>
                <w:b/>
                <w:bCs/>
                <w:sz w:val="20"/>
              </w:rPr>
              <w:t xml:space="preserve"> – Modello Corpo Modulo 3 vie attacchi a bocchettoni 1"1/2 o equivalente</w:t>
            </w:r>
            <w:r w:rsidR="00C93391">
              <w:rPr>
                <w:rFonts w:ascii="Poppins" w:hAnsi="Poppins" w:cs="Poppins"/>
                <w:b/>
                <w:bCs/>
                <w:sz w:val="20"/>
              </w:rPr>
              <w:t>.</w:t>
            </w:r>
          </w:p>
        </w:tc>
      </w:tr>
      <w:tr w:rsidR="00207ED4" w:rsidRPr="00D5395B" w14:paraId="5A790699" w14:textId="77777777" w:rsidTr="00EB510E">
        <w:tc>
          <w:tcPr>
            <w:tcW w:w="1208" w:type="dxa"/>
          </w:tcPr>
          <w:p w14:paraId="46CEE857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Cs/>
                <w:sz w:val="20"/>
              </w:rPr>
              <w:lastRenderedPageBreak/>
              <w:t>90021500</w:t>
            </w:r>
          </w:p>
        </w:tc>
        <w:tc>
          <w:tcPr>
            <w:tcW w:w="1867" w:type="dxa"/>
          </w:tcPr>
          <w:p w14:paraId="0AB435A3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Cs/>
                <w:sz w:val="20"/>
              </w:rPr>
              <w:t xml:space="preserve">Corpo Modulo </w:t>
            </w:r>
          </w:p>
          <w:p w14:paraId="3E7A747F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Cs/>
                <w:sz w:val="20"/>
              </w:rPr>
              <w:t xml:space="preserve">3 vie </w:t>
            </w:r>
          </w:p>
          <w:p w14:paraId="7AD41482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Cs/>
                <w:sz w:val="20"/>
              </w:rPr>
              <w:t>attacchi a bocchettone filettati da 2"</w:t>
            </w:r>
          </w:p>
        </w:tc>
        <w:tc>
          <w:tcPr>
            <w:tcW w:w="6525" w:type="dxa"/>
          </w:tcPr>
          <w:p w14:paraId="3523C067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Corpo valvola Modulo da 2” con attacchi a bocchettone filettati.</w:t>
            </w:r>
          </w:p>
          <w:p w14:paraId="37990EF4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05DF70D3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Dati tecnici valvola:</w:t>
            </w:r>
          </w:p>
          <w:p w14:paraId="67F7FB62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Corpo in ottone: ST UNI EN 12165 CW617N nichelato</w:t>
            </w:r>
          </w:p>
          <w:p w14:paraId="2F73C94D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Sfera in ottone: ST UNI EN 12165 CW617N cromata</w:t>
            </w:r>
          </w:p>
          <w:p w14:paraId="07FE5BA1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Tenuta sede sfera: PTFE</w:t>
            </w:r>
          </w:p>
          <w:p w14:paraId="440DDBFF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Tenuta asta in manovra: HNBR</w:t>
            </w:r>
          </w:p>
          <w:p w14:paraId="62BD9B6E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Temperatura di impiego: da – 40 °C a 100 °C (fluido circolante)</w:t>
            </w:r>
          </w:p>
          <w:p w14:paraId="1F00A3FA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Pressione di esercizio: PN 40</w:t>
            </w:r>
          </w:p>
          <w:p w14:paraId="769F7F90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Pressione differenziale massima: 6 bar</w:t>
            </w:r>
          </w:p>
          <w:p w14:paraId="3EA02986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2165D3BF" w14:textId="3BED205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207ED4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90457D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207ED4">
              <w:rPr>
                <w:rFonts w:ascii="Poppins" w:hAnsi="Poppins" w:cs="Poppins"/>
                <w:b/>
                <w:bCs/>
                <w:sz w:val="20"/>
              </w:rPr>
              <w:t xml:space="preserve"> – Modello Corpo Modulo 3 vie attacchi a bocchettoni 2" o equivalente</w:t>
            </w:r>
            <w:r w:rsidR="00C93391">
              <w:rPr>
                <w:rFonts w:ascii="Poppins" w:hAnsi="Poppins" w:cs="Poppins"/>
                <w:b/>
                <w:bCs/>
                <w:sz w:val="20"/>
              </w:rPr>
              <w:t>.</w:t>
            </w:r>
          </w:p>
        </w:tc>
      </w:tr>
      <w:tr w:rsidR="00207ED4" w:rsidRPr="00D5395B" w14:paraId="382DF173" w14:textId="77777777" w:rsidTr="00EB510E">
        <w:tc>
          <w:tcPr>
            <w:tcW w:w="1208" w:type="dxa"/>
          </w:tcPr>
          <w:p w14:paraId="6FFF0EF8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Cs/>
                <w:sz w:val="20"/>
              </w:rPr>
              <w:t>90021200</w:t>
            </w:r>
          </w:p>
        </w:tc>
        <w:tc>
          <w:tcPr>
            <w:tcW w:w="1867" w:type="dxa"/>
          </w:tcPr>
          <w:p w14:paraId="26EE35CF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Cs/>
                <w:sz w:val="20"/>
              </w:rPr>
              <w:t xml:space="preserve">Corpo Modulo </w:t>
            </w:r>
          </w:p>
          <w:p w14:paraId="1B930777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Cs/>
                <w:sz w:val="20"/>
              </w:rPr>
              <w:t>2 vie</w:t>
            </w:r>
          </w:p>
          <w:p w14:paraId="72921BB9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Cs/>
                <w:sz w:val="20"/>
              </w:rPr>
              <w:t xml:space="preserve">attacchi </w:t>
            </w:r>
          </w:p>
          <w:p w14:paraId="6A3E6A96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Cs/>
                <w:sz w:val="20"/>
              </w:rPr>
              <w:t>Femmina – Femmina</w:t>
            </w:r>
          </w:p>
          <w:p w14:paraId="778BE95C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Cs/>
                <w:sz w:val="20"/>
              </w:rPr>
              <w:t>da 1/2"</w:t>
            </w:r>
          </w:p>
        </w:tc>
        <w:tc>
          <w:tcPr>
            <w:tcW w:w="6525" w:type="dxa"/>
          </w:tcPr>
          <w:p w14:paraId="4D846BB4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Corpo valvola Modulo da 1/2” con attacchi femmina - femmina.</w:t>
            </w:r>
          </w:p>
          <w:p w14:paraId="6C24A6D7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552166C3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Dati tecnici valvola:</w:t>
            </w:r>
          </w:p>
          <w:p w14:paraId="7D702CF7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Corpo in ottone: ST UNI EN 12165 CW617N nichelato</w:t>
            </w:r>
          </w:p>
          <w:p w14:paraId="5379EFAC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Sfera in ottone: ST UNI EN 12165 CW617N cromata</w:t>
            </w:r>
          </w:p>
          <w:p w14:paraId="07EC81B7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Tenuta sede sfera: PTFE</w:t>
            </w:r>
          </w:p>
          <w:p w14:paraId="1738EFFF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Tenuta asta in manovra: HNBR</w:t>
            </w:r>
          </w:p>
          <w:p w14:paraId="7E5BCB0C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Temperatura di impiego: da – 40 °C a 100 °C (fluido circolante)</w:t>
            </w:r>
          </w:p>
          <w:p w14:paraId="22897B28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Pressione di esercizio: PN 40</w:t>
            </w:r>
          </w:p>
          <w:p w14:paraId="0F46614F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Pressione differenziale massima: 6 bar</w:t>
            </w:r>
          </w:p>
          <w:p w14:paraId="1A0FDAE2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6D4CD901" w14:textId="15D299C1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90457D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207ED4">
              <w:rPr>
                <w:rFonts w:ascii="Poppins" w:hAnsi="Poppins" w:cs="Poppins"/>
                <w:b/>
                <w:bCs/>
                <w:sz w:val="20"/>
              </w:rPr>
              <w:t xml:space="preserve"> – Modello Corpo Modulo 2 vie attacchi Femmina – Femmina da 1/2" o equivalente</w:t>
            </w:r>
            <w:r w:rsidR="00C93391">
              <w:rPr>
                <w:rFonts w:ascii="Poppins" w:hAnsi="Poppins" w:cs="Poppins"/>
                <w:b/>
                <w:bCs/>
                <w:sz w:val="20"/>
              </w:rPr>
              <w:t>.</w:t>
            </w:r>
          </w:p>
        </w:tc>
      </w:tr>
      <w:tr w:rsidR="00207ED4" w:rsidRPr="00D5395B" w14:paraId="3997B686" w14:textId="77777777" w:rsidTr="00EB510E">
        <w:tc>
          <w:tcPr>
            <w:tcW w:w="1208" w:type="dxa"/>
          </w:tcPr>
          <w:p w14:paraId="5594ACCE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Cs/>
                <w:sz w:val="20"/>
              </w:rPr>
              <w:t>90021210</w:t>
            </w:r>
          </w:p>
        </w:tc>
        <w:tc>
          <w:tcPr>
            <w:tcW w:w="1867" w:type="dxa"/>
          </w:tcPr>
          <w:p w14:paraId="43B6477B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Cs/>
                <w:sz w:val="20"/>
              </w:rPr>
              <w:t xml:space="preserve">Corpo Modulo </w:t>
            </w:r>
          </w:p>
          <w:p w14:paraId="42E1220F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Cs/>
                <w:sz w:val="20"/>
              </w:rPr>
              <w:t>2 vie</w:t>
            </w:r>
          </w:p>
          <w:p w14:paraId="51E47443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Cs/>
                <w:sz w:val="20"/>
              </w:rPr>
              <w:t xml:space="preserve">attacchi </w:t>
            </w:r>
          </w:p>
          <w:p w14:paraId="444D0DE0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Cs/>
                <w:sz w:val="20"/>
              </w:rPr>
              <w:t>Femmina – Femmina</w:t>
            </w:r>
          </w:p>
          <w:p w14:paraId="5B1A148D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Cs/>
                <w:sz w:val="20"/>
              </w:rPr>
              <w:t>da 3/4"</w:t>
            </w:r>
          </w:p>
        </w:tc>
        <w:tc>
          <w:tcPr>
            <w:tcW w:w="6525" w:type="dxa"/>
          </w:tcPr>
          <w:p w14:paraId="12935EAF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Corpo valvola Modulo da 3/4” con attacchi femmina - femmina.</w:t>
            </w:r>
          </w:p>
          <w:p w14:paraId="3AA423E9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46026E4C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Dati tecnici valvola:</w:t>
            </w:r>
          </w:p>
          <w:p w14:paraId="664E2C7A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Corpo in ottone: ST UNI EN 12165 CW617N nichelato</w:t>
            </w:r>
          </w:p>
          <w:p w14:paraId="600D407A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Sfera in ottone: ST UNI EN 12165 CW617N cromata</w:t>
            </w:r>
          </w:p>
          <w:p w14:paraId="776F6155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Tenuta sede sfera: PTFE</w:t>
            </w:r>
          </w:p>
          <w:p w14:paraId="06F5F1FE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Tenuta asta in manovra: HNBR</w:t>
            </w:r>
          </w:p>
          <w:p w14:paraId="24515758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Temperatura di impiego: da – 40 °C a 100 °C (fluido circolante)</w:t>
            </w:r>
          </w:p>
          <w:p w14:paraId="5F909C0A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lastRenderedPageBreak/>
              <w:t>Pressione di esercizio: PN 40</w:t>
            </w:r>
          </w:p>
          <w:p w14:paraId="49BF1A00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Pressione differenziale massima: 6 bar</w:t>
            </w:r>
          </w:p>
          <w:p w14:paraId="43556132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3D7E83EB" w14:textId="4E776623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90457D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207ED4">
              <w:rPr>
                <w:rFonts w:ascii="Poppins" w:hAnsi="Poppins" w:cs="Poppins"/>
                <w:b/>
                <w:bCs/>
                <w:sz w:val="20"/>
              </w:rPr>
              <w:t xml:space="preserve"> – Modello Corpo Modulo 2 vie attacchi Femmina – Femmina da 3/4" o equivalente</w:t>
            </w:r>
            <w:r w:rsidR="00C93391">
              <w:rPr>
                <w:rFonts w:ascii="Poppins" w:hAnsi="Poppins" w:cs="Poppins"/>
                <w:b/>
                <w:bCs/>
                <w:sz w:val="20"/>
              </w:rPr>
              <w:t>.</w:t>
            </w:r>
          </w:p>
        </w:tc>
      </w:tr>
      <w:tr w:rsidR="00207ED4" w:rsidRPr="00D5395B" w14:paraId="7A1447A8" w14:textId="77777777" w:rsidTr="00EB510E">
        <w:tc>
          <w:tcPr>
            <w:tcW w:w="1208" w:type="dxa"/>
          </w:tcPr>
          <w:p w14:paraId="0C41F897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Cs/>
                <w:sz w:val="20"/>
              </w:rPr>
              <w:lastRenderedPageBreak/>
              <w:t>90021220</w:t>
            </w:r>
          </w:p>
        </w:tc>
        <w:tc>
          <w:tcPr>
            <w:tcW w:w="1867" w:type="dxa"/>
          </w:tcPr>
          <w:p w14:paraId="59EA7E63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Cs/>
                <w:sz w:val="20"/>
              </w:rPr>
              <w:t xml:space="preserve">Corpo Modulo </w:t>
            </w:r>
          </w:p>
          <w:p w14:paraId="13FF8B63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Cs/>
                <w:sz w:val="20"/>
              </w:rPr>
              <w:t>2 vie</w:t>
            </w:r>
          </w:p>
          <w:p w14:paraId="4D930C43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Cs/>
                <w:sz w:val="20"/>
              </w:rPr>
              <w:t xml:space="preserve">attacchi </w:t>
            </w:r>
          </w:p>
          <w:p w14:paraId="1D4A4221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Cs/>
                <w:sz w:val="20"/>
              </w:rPr>
              <w:t>Femmina – Femmina</w:t>
            </w:r>
          </w:p>
          <w:p w14:paraId="44D7B305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Cs/>
                <w:sz w:val="20"/>
              </w:rPr>
              <w:t>da 1"</w:t>
            </w:r>
          </w:p>
        </w:tc>
        <w:tc>
          <w:tcPr>
            <w:tcW w:w="6525" w:type="dxa"/>
          </w:tcPr>
          <w:p w14:paraId="21FBA827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Corpo valvola Modulo da 1” con attacchi femmina - femmina.</w:t>
            </w:r>
          </w:p>
          <w:p w14:paraId="4E6E91C5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02DB15DA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Dati tecnici valvola:</w:t>
            </w:r>
          </w:p>
          <w:p w14:paraId="29E1F329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Corpo in ottone: ST UNI EN 12165 CW617N nichelato</w:t>
            </w:r>
          </w:p>
          <w:p w14:paraId="5C3A30C1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Sfera in ottone: ST UNI EN 12165 CW617N cromata</w:t>
            </w:r>
          </w:p>
          <w:p w14:paraId="3F6D4A2F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Tenuta sede sfera: PTFE</w:t>
            </w:r>
          </w:p>
          <w:p w14:paraId="5EC3C065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Tenuta asta in manovra: HNBR</w:t>
            </w:r>
          </w:p>
          <w:p w14:paraId="16B8BBEF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Temperatura di impiego: da – 40 °C a 100 °C (fluido circolante)</w:t>
            </w:r>
          </w:p>
          <w:p w14:paraId="480E801D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Pressione di esercizio: PN 40</w:t>
            </w:r>
          </w:p>
          <w:p w14:paraId="6F55AC87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Pressione differenziale massima: 6 bar</w:t>
            </w:r>
          </w:p>
          <w:p w14:paraId="44C8A8A2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60FA36C7" w14:textId="5A6CAC4B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90457D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207ED4">
              <w:rPr>
                <w:rFonts w:ascii="Poppins" w:hAnsi="Poppins" w:cs="Poppins"/>
                <w:b/>
                <w:bCs/>
                <w:sz w:val="20"/>
              </w:rPr>
              <w:t xml:space="preserve"> – Modello Corpo Modulo 2 vie attacchi Femmina – Femmina da 1" o equivalente</w:t>
            </w:r>
            <w:r w:rsidR="00C93391">
              <w:rPr>
                <w:rFonts w:ascii="Poppins" w:hAnsi="Poppins" w:cs="Poppins"/>
                <w:b/>
                <w:bCs/>
                <w:sz w:val="20"/>
              </w:rPr>
              <w:t>.</w:t>
            </w:r>
          </w:p>
        </w:tc>
      </w:tr>
      <w:tr w:rsidR="00207ED4" w:rsidRPr="00D5395B" w14:paraId="52ADAB79" w14:textId="77777777" w:rsidTr="00EB510E">
        <w:tc>
          <w:tcPr>
            <w:tcW w:w="1208" w:type="dxa"/>
          </w:tcPr>
          <w:p w14:paraId="770DF04A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Cs/>
                <w:sz w:val="20"/>
              </w:rPr>
              <w:t>90021230</w:t>
            </w:r>
          </w:p>
        </w:tc>
        <w:tc>
          <w:tcPr>
            <w:tcW w:w="1867" w:type="dxa"/>
          </w:tcPr>
          <w:p w14:paraId="6CC83540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Cs/>
                <w:sz w:val="20"/>
              </w:rPr>
              <w:t xml:space="preserve">Corpo Modulo </w:t>
            </w:r>
          </w:p>
          <w:p w14:paraId="57AFC784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Cs/>
                <w:sz w:val="20"/>
              </w:rPr>
              <w:t>2 vie</w:t>
            </w:r>
          </w:p>
          <w:p w14:paraId="0D86091E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Cs/>
                <w:sz w:val="20"/>
              </w:rPr>
              <w:t xml:space="preserve">attacchi </w:t>
            </w:r>
          </w:p>
          <w:p w14:paraId="6A188888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Cs/>
                <w:sz w:val="20"/>
              </w:rPr>
              <w:t>Femmina – Femmina</w:t>
            </w:r>
          </w:p>
          <w:p w14:paraId="4A3AB1EE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Cs/>
                <w:sz w:val="20"/>
              </w:rPr>
              <w:t>da 1"1/4</w:t>
            </w:r>
          </w:p>
        </w:tc>
        <w:tc>
          <w:tcPr>
            <w:tcW w:w="6525" w:type="dxa"/>
          </w:tcPr>
          <w:p w14:paraId="48C8E036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Corpo valvola Modulo da 1”1/4 con attacchi femmina - femmina.</w:t>
            </w:r>
          </w:p>
          <w:p w14:paraId="5D4E4EE8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20360B93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Dati tecnici valvola:</w:t>
            </w:r>
          </w:p>
          <w:p w14:paraId="5466D274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Corpo in ottone: ST UNI EN 12165 CW617N nichelato</w:t>
            </w:r>
          </w:p>
          <w:p w14:paraId="07A493FF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Sfera in ottone: ST UNI EN 12165 CW617N cromata</w:t>
            </w:r>
          </w:p>
          <w:p w14:paraId="4FCE47AC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Tenuta sede sfera: PTFE</w:t>
            </w:r>
          </w:p>
          <w:p w14:paraId="37A06781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Tenuta asta in manovra: HNBR</w:t>
            </w:r>
          </w:p>
          <w:p w14:paraId="1FAF876C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Temperatura di impiego: da – 40 °C a 100 °C (fluido circolante)</w:t>
            </w:r>
          </w:p>
          <w:p w14:paraId="2BEAFF9F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Pressione di esercizio: PN 40</w:t>
            </w:r>
          </w:p>
          <w:p w14:paraId="715D31E1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Pressione differenziale massima: 6 bar</w:t>
            </w:r>
          </w:p>
          <w:p w14:paraId="1F4F6AA5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44BAF09E" w14:textId="2D14E61C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90457D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207ED4">
              <w:rPr>
                <w:rFonts w:ascii="Poppins" w:hAnsi="Poppins" w:cs="Poppins"/>
                <w:b/>
                <w:bCs/>
                <w:sz w:val="20"/>
              </w:rPr>
              <w:t xml:space="preserve"> – Modello Corpo Modulo 2 vie attacchi Femmina – Femmina da 1"1/4 o equivalente</w:t>
            </w:r>
            <w:r w:rsidR="00C93391">
              <w:rPr>
                <w:rFonts w:ascii="Poppins" w:hAnsi="Poppins" w:cs="Poppins"/>
                <w:b/>
                <w:bCs/>
                <w:sz w:val="20"/>
              </w:rPr>
              <w:t>.</w:t>
            </w:r>
          </w:p>
        </w:tc>
      </w:tr>
      <w:tr w:rsidR="00207ED4" w:rsidRPr="00D5395B" w14:paraId="441F3B6E" w14:textId="77777777" w:rsidTr="00EB510E">
        <w:tc>
          <w:tcPr>
            <w:tcW w:w="1208" w:type="dxa"/>
          </w:tcPr>
          <w:p w14:paraId="6B982522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Cs/>
                <w:sz w:val="20"/>
              </w:rPr>
              <w:t>90021240</w:t>
            </w:r>
          </w:p>
        </w:tc>
        <w:tc>
          <w:tcPr>
            <w:tcW w:w="1867" w:type="dxa"/>
          </w:tcPr>
          <w:p w14:paraId="46D583EF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Cs/>
                <w:sz w:val="20"/>
              </w:rPr>
              <w:t xml:space="preserve">Corpo Modulo </w:t>
            </w:r>
          </w:p>
          <w:p w14:paraId="083347F6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Cs/>
                <w:sz w:val="20"/>
              </w:rPr>
              <w:t>2 vie</w:t>
            </w:r>
          </w:p>
          <w:p w14:paraId="325C5D91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Cs/>
                <w:sz w:val="20"/>
              </w:rPr>
              <w:t xml:space="preserve">attacchi </w:t>
            </w:r>
          </w:p>
          <w:p w14:paraId="1C7E5C2B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Cs/>
                <w:sz w:val="20"/>
              </w:rPr>
              <w:t>Femmina – Femmina</w:t>
            </w:r>
          </w:p>
          <w:p w14:paraId="36A2A4F4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Cs/>
                <w:sz w:val="20"/>
              </w:rPr>
              <w:t>da 1"1/2</w:t>
            </w:r>
          </w:p>
        </w:tc>
        <w:tc>
          <w:tcPr>
            <w:tcW w:w="6525" w:type="dxa"/>
          </w:tcPr>
          <w:p w14:paraId="189EFB7C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Corpo valvola Modulo da 1”1/2 con attacchi femmina - femmina.</w:t>
            </w:r>
          </w:p>
          <w:p w14:paraId="26228B88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164F9ED3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Dati tecnici valvola:</w:t>
            </w:r>
          </w:p>
          <w:p w14:paraId="078CC3E5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Corpo in ottone: ST UNI EN 12165 CW617N nichelato</w:t>
            </w:r>
          </w:p>
          <w:p w14:paraId="3E43E75B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Sfera in ottone: ST UNI EN 12165 CW617N cromata</w:t>
            </w:r>
          </w:p>
          <w:p w14:paraId="4E0F6C9E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Tenuta sede sfera: PTFE</w:t>
            </w:r>
          </w:p>
          <w:p w14:paraId="40C6CC14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Tenuta asta in manovra: HNBR</w:t>
            </w:r>
          </w:p>
          <w:p w14:paraId="258FFD93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lastRenderedPageBreak/>
              <w:t>Temperatura di impiego: da – 40 °C a 100 °C (fluido circolante)</w:t>
            </w:r>
          </w:p>
          <w:p w14:paraId="1FFFAFDE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Pressione di esercizio: PN 40</w:t>
            </w:r>
          </w:p>
          <w:p w14:paraId="2F0AABB8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Pressione differenziale massima: 6 bar</w:t>
            </w:r>
          </w:p>
          <w:p w14:paraId="476A840A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5C585770" w14:textId="7BDFF41E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90457D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207ED4">
              <w:rPr>
                <w:rFonts w:ascii="Poppins" w:hAnsi="Poppins" w:cs="Poppins"/>
                <w:b/>
                <w:bCs/>
                <w:sz w:val="20"/>
              </w:rPr>
              <w:t xml:space="preserve"> – Modello Corpo Modulo 2 vie attacchi Femmina – Femmina da 1"1/2 o equivalente</w:t>
            </w:r>
            <w:r w:rsidR="00C93391">
              <w:rPr>
                <w:rFonts w:ascii="Poppins" w:hAnsi="Poppins" w:cs="Poppins"/>
                <w:b/>
                <w:bCs/>
                <w:sz w:val="20"/>
              </w:rPr>
              <w:t>.</w:t>
            </w:r>
          </w:p>
        </w:tc>
      </w:tr>
      <w:tr w:rsidR="00207ED4" w:rsidRPr="00D5395B" w14:paraId="7013A4D6" w14:textId="77777777" w:rsidTr="00EB510E">
        <w:tc>
          <w:tcPr>
            <w:tcW w:w="1208" w:type="dxa"/>
          </w:tcPr>
          <w:p w14:paraId="7D37B955" w14:textId="456BBCAC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Cs/>
                <w:sz w:val="20"/>
              </w:rPr>
              <w:lastRenderedPageBreak/>
              <w:t>90021</w:t>
            </w:r>
            <w:r w:rsidR="00112063">
              <w:rPr>
                <w:rFonts w:ascii="Poppins" w:hAnsi="Poppins" w:cs="Poppins"/>
                <w:bCs/>
                <w:sz w:val="20"/>
              </w:rPr>
              <w:t>2</w:t>
            </w:r>
            <w:r w:rsidRPr="00207ED4">
              <w:rPr>
                <w:rFonts w:ascii="Poppins" w:hAnsi="Poppins" w:cs="Poppins"/>
                <w:bCs/>
                <w:sz w:val="20"/>
              </w:rPr>
              <w:t>50</w:t>
            </w:r>
          </w:p>
        </w:tc>
        <w:tc>
          <w:tcPr>
            <w:tcW w:w="1867" w:type="dxa"/>
          </w:tcPr>
          <w:p w14:paraId="5DCDF1EE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Cs/>
                <w:sz w:val="20"/>
              </w:rPr>
              <w:t xml:space="preserve">Corpo Modulo </w:t>
            </w:r>
          </w:p>
          <w:p w14:paraId="40C721A2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Cs/>
                <w:sz w:val="20"/>
              </w:rPr>
              <w:t>2 vie</w:t>
            </w:r>
          </w:p>
          <w:p w14:paraId="32622C74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Cs/>
                <w:sz w:val="20"/>
              </w:rPr>
              <w:t xml:space="preserve">attacchi </w:t>
            </w:r>
          </w:p>
          <w:p w14:paraId="7B50277E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Cs/>
                <w:sz w:val="20"/>
              </w:rPr>
              <w:t>Femmina – Femmina</w:t>
            </w:r>
          </w:p>
          <w:p w14:paraId="4D08064F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Cs/>
                <w:sz w:val="20"/>
              </w:rPr>
              <w:t>da 2"</w:t>
            </w:r>
          </w:p>
        </w:tc>
        <w:tc>
          <w:tcPr>
            <w:tcW w:w="6525" w:type="dxa"/>
          </w:tcPr>
          <w:p w14:paraId="47E6D027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Corpo valvola Modulo da 2” con attacchi femmina - femmina.</w:t>
            </w:r>
          </w:p>
          <w:p w14:paraId="7CCC3EA2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428BBE38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Dati tecnici valvola:</w:t>
            </w:r>
          </w:p>
          <w:p w14:paraId="060D3D71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Corpo in ottone: ST UNI EN 12165 CW617N nichelato</w:t>
            </w:r>
          </w:p>
          <w:p w14:paraId="44FADC63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Sfera in ottone: ST UNI EN 12165 CW617N cromata</w:t>
            </w:r>
          </w:p>
          <w:p w14:paraId="66E58E9D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Tenuta sede sfera: PTFE</w:t>
            </w:r>
          </w:p>
          <w:p w14:paraId="0F9D1646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Tenuta asta in manovra: HNBR</w:t>
            </w:r>
          </w:p>
          <w:p w14:paraId="186C2ADD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Temperatura di impiego: da – 40 °C a 100 °C (fluido circolante)</w:t>
            </w:r>
          </w:p>
          <w:p w14:paraId="08B512F1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Pressione di esercizio: PN 40</w:t>
            </w:r>
          </w:p>
          <w:p w14:paraId="25A452F0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Pressione differenziale massima: 6 bar</w:t>
            </w:r>
          </w:p>
          <w:p w14:paraId="2C0E7B2F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4298842E" w14:textId="6979BF86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90457D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207ED4">
              <w:rPr>
                <w:rFonts w:ascii="Poppins" w:hAnsi="Poppins" w:cs="Poppins"/>
                <w:b/>
                <w:bCs/>
                <w:sz w:val="20"/>
              </w:rPr>
              <w:t xml:space="preserve"> – Modello Corpo Modulo 2 vie attacchi Femmina – Femmina da 2"o equivalente</w:t>
            </w:r>
            <w:r w:rsidR="00C93391">
              <w:rPr>
                <w:rFonts w:ascii="Poppins" w:hAnsi="Poppins" w:cs="Poppins"/>
                <w:b/>
                <w:bCs/>
                <w:sz w:val="20"/>
              </w:rPr>
              <w:t>.</w:t>
            </w:r>
          </w:p>
        </w:tc>
      </w:tr>
      <w:tr w:rsidR="00207ED4" w:rsidRPr="00D5395B" w14:paraId="597CB8B2" w14:textId="77777777" w:rsidTr="00EB510E">
        <w:tc>
          <w:tcPr>
            <w:tcW w:w="1208" w:type="dxa"/>
          </w:tcPr>
          <w:p w14:paraId="3CA79490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Cs/>
                <w:sz w:val="20"/>
              </w:rPr>
              <w:t>90021310</w:t>
            </w:r>
          </w:p>
        </w:tc>
        <w:tc>
          <w:tcPr>
            <w:tcW w:w="1867" w:type="dxa"/>
          </w:tcPr>
          <w:p w14:paraId="03FB24AB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Cs/>
                <w:sz w:val="20"/>
              </w:rPr>
              <w:t xml:space="preserve">Corpo Modulo </w:t>
            </w:r>
          </w:p>
          <w:p w14:paraId="54BA6B1E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Cs/>
                <w:sz w:val="20"/>
              </w:rPr>
              <w:t>3 vie</w:t>
            </w:r>
          </w:p>
          <w:p w14:paraId="0EAC442E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Cs/>
                <w:sz w:val="20"/>
              </w:rPr>
              <w:t xml:space="preserve">attacchi </w:t>
            </w:r>
          </w:p>
          <w:p w14:paraId="01C049DE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Cs/>
                <w:sz w:val="20"/>
              </w:rPr>
              <w:t>Femmina – Femmina</w:t>
            </w:r>
          </w:p>
          <w:p w14:paraId="48DE831E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Cs/>
                <w:sz w:val="20"/>
              </w:rPr>
              <w:t>da 1/2"</w:t>
            </w:r>
          </w:p>
        </w:tc>
        <w:tc>
          <w:tcPr>
            <w:tcW w:w="6525" w:type="dxa"/>
          </w:tcPr>
          <w:p w14:paraId="1B58FBF5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Corpo valvola Modulo da 1/2” con attacchi femmina - femmina.</w:t>
            </w:r>
          </w:p>
          <w:p w14:paraId="3FC69941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40F235BE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Dati tecnici valvola:</w:t>
            </w:r>
          </w:p>
          <w:p w14:paraId="27049FC7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Corpo in ottone: ST UNI EN 12165 CW617N nichelato</w:t>
            </w:r>
          </w:p>
          <w:p w14:paraId="77726264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Sfera in ottone: ST UNI EN 12165 CW617N cromata</w:t>
            </w:r>
          </w:p>
          <w:p w14:paraId="7A359301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Tenuta sede sfera: PTFE</w:t>
            </w:r>
          </w:p>
          <w:p w14:paraId="74559727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Tenuta asta in manovra: HNBR</w:t>
            </w:r>
          </w:p>
          <w:p w14:paraId="1294B4DF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Temperatura di impiego: da – 40 °C a 100 °C (fluido circolante)</w:t>
            </w:r>
          </w:p>
          <w:p w14:paraId="6DEB92AB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Pressione di esercizio: PN 40</w:t>
            </w:r>
          </w:p>
          <w:p w14:paraId="0166AB27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Pressione differenziale massima: 6 bar</w:t>
            </w:r>
          </w:p>
          <w:p w14:paraId="5AC0A28D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2B28DB95" w14:textId="1B44300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90457D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207ED4">
              <w:rPr>
                <w:rFonts w:ascii="Poppins" w:hAnsi="Poppins" w:cs="Poppins"/>
                <w:b/>
                <w:bCs/>
                <w:sz w:val="20"/>
              </w:rPr>
              <w:t xml:space="preserve"> – Modello Corpo Modulo 3 vie attacchi Femmina – Femmina da 1/2" o equivalente</w:t>
            </w:r>
            <w:r w:rsidR="00C93391">
              <w:rPr>
                <w:rFonts w:ascii="Poppins" w:hAnsi="Poppins" w:cs="Poppins"/>
                <w:b/>
                <w:bCs/>
                <w:sz w:val="20"/>
              </w:rPr>
              <w:t>.</w:t>
            </w:r>
          </w:p>
        </w:tc>
      </w:tr>
      <w:tr w:rsidR="00207ED4" w:rsidRPr="00D5395B" w14:paraId="4AED06D2" w14:textId="77777777" w:rsidTr="00EB510E">
        <w:tc>
          <w:tcPr>
            <w:tcW w:w="1208" w:type="dxa"/>
          </w:tcPr>
          <w:p w14:paraId="20C66F24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Cs/>
                <w:sz w:val="20"/>
              </w:rPr>
              <w:t>90021260</w:t>
            </w:r>
          </w:p>
        </w:tc>
        <w:tc>
          <w:tcPr>
            <w:tcW w:w="1867" w:type="dxa"/>
          </w:tcPr>
          <w:p w14:paraId="77A26FD2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Cs/>
                <w:sz w:val="20"/>
              </w:rPr>
              <w:t xml:space="preserve">Corpo Modulo </w:t>
            </w:r>
          </w:p>
          <w:p w14:paraId="2DA8D0E3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Cs/>
                <w:sz w:val="20"/>
              </w:rPr>
              <w:t>3 vie</w:t>
            </w:r>
          </w:p>
          <w:p w14:paraId="40626936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Cs/>
                <w:sz w:val="20"/>
              </w:rPr>
              <w:t xml:space="preserve">attacchi </w:t>
            </w:r>
          </w:p>
          <w:p w14:paraId="1A6B00CE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Cs/>
                <w:sz w:val="20"/>
              </w:rPr>
              <w:t>Femmina – Femmina</w:t>
            </w:r>
          </w:p>
          <w:p w14:paraId="160A9D8E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Cs/>
                <w:sz w:val="20"/>
              </w:rPr>
              <w:lastRenderedPageBreak/>
              <w:t>da 3/4"</w:t>
            </w:r>
          </w:p>
        </w:tc>
        <w:tc>
          <w:tcPr>
            <w:tcW w:w="6525" w:type="dxa"/>
          </w:tcPr>
          <w:p w14:paraId="304B0556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lastRenderedPageBreak/>
              <w:t>Corpo valvola Modulo da 3/4” con attacchi femmina - femmina.</w:t>
            </w:r>
          </w:p>
          <w:p w14:paraId="49188949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4D579594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Dati tecnici valvola:</w:t>
            </w:r>
          </w:p>
          <w:p w14:paraId="3412235C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Corpo in ottone: ST UNI EN 12165 CW617N nichelato</w:t>
            </w:r>
          </w:p>
          <w:p w14:paraId="36E35D09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Sfera in ottone: ST UNI EN 12165 CW617N cromata</w:t>
            </w:r>
          </w:p>
          <w:p w14:paraId="4B74E93A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lastRenderedPageBreak/>
              <w:t>Tenuta sede sfera: PTFE</w:t>
            </w:r>
          </w:p>
          <w:p w14:paraId="5F24306F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Tenuta asta in manovra: HNBR</w:t>
            </w:r>
          </w:p>
          <w:p w14:paraId="0A62EE6A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Temperatura di impiego: da – 40 °C a 100 °C (fluido circolante)</w:t>
            </w:r>
          </w:p>
          <w:p w14:paraId="1061150E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Pressione di esercizio: PN 40</w:t>
            </w:r>
          </w:p>
          <w:p w14:paraId="77716491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Pressione differenziale massima: 6 bar</w:t>
            </w:r>
          </w:p>
          <w:p w14:paraId="542C0E81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39354035" w14:textId="206A6074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90457D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207ED4">
              <w:rPr>
                <w:rFonts w:ascii="Poppins" w:hAnsi="Poppins" w:cs="Poppins"/>
                <w:b/>
                <w:bCs/>
                <w:sz w:val="20"/>
              </w:rPr>
              <w:t xml:space="preserve"> – Modello Corpo Modulo 3 vie attacchi Femmina – Femmina da 3/4" o equivalente</w:t>
            </w:r>
            <w:r w:rsidR="00C93391">
              <w:rPr>
                <w:rFonts w:ascii="Poppins" w:hAnsi="Poppins" w:cs="Poppins"/>
                <w:b/>
                <w:bCs/>
                <w:sz w:val="20"/>
              </w:rPr>
              <w:t>.</w:t>
            </w:r>
          </w:p>
        </w:tc>
      </w:tr>
      <w:tr w:rsidR="00207ED4" w:rsidRPr="00D5395B" w14:paraId="4ABFFA35" w14:textId="77777777" w:rsidTr="00EB510E">
        <w:tc>
          <w:tcPr>
            <w:tcW w:w="1208" w:type="dxa"/>
          </w:tcPr>
          <w:p w14:paraId="022B90C4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Cs/>
                <w:sz w:val="20"/>
              </w:rPr>
              <w:lastRenderedPageBreak/>
              <w:t>90021270</w:t>
            </w:r>
          </w:p>
        </w:tc>
        <w:tc>
          <w:tcPr>
            <w:tcW w:w="1867" w:type="dxa"/>
          </w:tcPr>
          <w:p w14:paraId="5C5D66F3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Cs/>
                <w:sz w:val="20"/>
              </w:rPr>
              <w:t xml:space="preserve">Corpo Modulo </w:t>
            </w:r>
          </w:p>
          <w:p w14:paraId="06435784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Cs/>
                <w:sz w:val="20"/>
              </w:rPr>
              <w:t>3 vie</w:t>
            </w:r>
          </w:p>
          <w:p w14:paraId="60812843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Cs/>
                <w:sz w:val="20"/>
              </w:rPr>
              <w:t xml:space="preserve">attacchi </w:t>
            </w:r>
          </w:p>
          <w:p w14:paraId="55F26CDA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Cs/>
                <w:sz w:val="20"/>
              </w:rPr>
              <w:t>Femmina – Femmina</w:t>
            </w:r>
          </w:p>
          <w:p w14:paraId="5046D138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Cs/>
                <w:sz w:val="20"/>
              </w:rPr>
              <w:t>da 1"</w:t>
            </w:r>
          </w:p>
        </w:tc>
        <w:tc>
          <w:tcPr>
            <w:tcW w:w="6525" w:type="dxa"/>
          </w:tcPr>
          <w:p w14:paraId="47D52C02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Corpo valvola Modulo da 1” con attacchi femmina - femmina.</w:t>
            </w:r>
          </w:p>
          <w:p w14:paraId="58061A53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7D2CB492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Dati tecnici valvola:</w:t>
            </w:r>
          </w:p>
          <w:p w14:paraId="37183DC0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Corpo in ottone: ST UNI EN 12165 CW617N nichelato</w:t>
            </w:r>
          </w:p>
          <w:p w14:paraId="3805BA34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Sfera in ottone: ST UNI EN 12165 CW617N cromata</w:t>
            </w:r>
          </w:p>
          <w:p w14:paraId="4EC5335B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Tenuta sede sfera: PTFE</w:t>
            </w:r>
          </w:p>
          <w:p w14:paraId="7E501B6C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Tenuta asta in manovra: HNBR</w:t>
            </w:r>
          </w:p>
          <w:p w14:paraId="6238F79E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Temperatura di impiego: da – 40 °C a 100 °C (fluido circolante)</w:t>
            </w:r>
          </w:p>
          <w:p w14:paraId="3E804C21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Pressione di esercizio: PN 40</w:t>
            </w:r>
          </w:p>
          <w:p w14:paraId="5AF55EC2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Pressione differenziale massima: 6 bar</w:t>
            </w:r>
          </w:p>
          <w:p w14:paraId="12413157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6A0E898E" w14:textId="37FB8D62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90457D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207ED4">
              <w:rPr>
                <w:rFonts w:ascii="Poppins" w:hAnsi="Poppins" w:cs="Poppins"/>
                <w:b/>
                <w:bCs/>
                <w:sz w:val="20"/>
              </w:rPr>
              <w:t xml:space="preserve"> – Modello Corpo Modulo 3 vie attacchi Femmina – Femmina da 1" o equivalente</w:t>
            </w:r>
            <w:r w:rsidR="0090457D">
              <w:rPr>
                <w:rFonts w:ascii="Poppins" w:hAnsi="Poppins" w:cs="Poppins"/>
                <w:b/>
                <w:bCs/>
                <w:sz w:val="20"/>
              </w:rPr>
              <w:t>.</w:t>
            </w:r>
          </w:p>
        </w:tc>
      </w:tr>
      <w:tr w:rsidR="00207ED4" w:rsidRPr="00D5395B" w14:paraId="1B9C545B" w14:textId="77777777" w:rsidTr="00EB510E">
        <w:tc>
          <w:tcPr>
            <w:tcW w:w="1208" w:type="dxa"/>
          </w:tcPr>
          <w:p w14:paraId="41EE9321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Cs/>
                <w:sz w:val="20"/>
              </w:rPr>
              <w:t>90021280</w:t>
            </w:r>
          </w:p>
        </w:tc>
        <w:tc>
          <w:tcPr>
            <w:tcW w:w="1867" w:type="dxa"/>
          </w:tcPr>
          <w:p w14:paraId="788F2496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Cs/>
                <w:sz w:val="20"/>
              </w:rPr>
              <w:t xml:space="preserve">Corpo Modulo </w:t>
            </w:r>
          </w:p>
          <w:p w14:paraId="267B9943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Cs/>
                <w:sz w:val="20"/>
              </w:rPr>
              <w:t>3 vie</w:t>
            </w:r>
          </w:p>
          <w:p w14:paraId="6EB36219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Cs/>
                <w:sz w:val="20"/>
              </w:rPr>
              <w:t xml:space="preserve">attacchi </w:t>
            </w:r>
          </w:p>
          <w:p w14:paraId="72C75336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Cs/>
                <w:sz w:val="20"/>
              </w:rPr>
              <w:t>Femmina – Femmina</w:t>
            </w:r>
          </w:p>
          <w:p w14:paraId="63D041D1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Cs/>
                <w:sz w:val="20"/>
              </w:rPr>
              <w:t>da 1"1/4</w:t>
            </w:r>
          </w:p>
        </w:tc>
        <w:tc>
          <w:tcPr>
            <w:tcW w:w="6525" w:type="dxa"/>
          </w:tcPr>
          <w:p w14:paraId="4779CADD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Corpo valvola Modulo da 1”1/4 con attacchi femmina - femmina.</w:t>
            </w:r>
          </w:p>
          <w:p w14:paraId="26685541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0B9B77B5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Dati tecnici valvola:</w:t>
            </w:r>
          </w:p>
          <w:p w14:paraId="664C0D1B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Corpo in ottone: ST UNI EN 12165 CW617N nichelato</w:t>
            </w:r>
          </w:p>
          <w:p w14:paraId="0E9FA10C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Sfera in ottone: ST UNI EN 12165 CW617N cromata</w:t>
            </w:r>
          </w:p>
          <w:p w14:paraId="1CF213D7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Tenuta sede sfera: PTFE</w:t>
            </w:r>
          </w:p>
          <w:p w14:paraId="0DEFE7B7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Tenuta asta in manovra: HNBR</w:t>
            </w:r>
          </w:p>
          <w:p w14:paraId="47990B55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Temperatura di impiego: da – 40 °C a 100 °C (fluido circolante)</w:t>
            </w:r>
          </w:p>
          <w:p w14:paraId="55548A07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Pressione di esercizio: PN 40</w:t>
            </w:r>
          </w:p>
          <w:p w14:paraId="274019B1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Pressione differenziale massima: 6 bar</w:t>
            </w:r>
          </w:p>
          <w:p w14:paraId="61266B66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19F30891" w14:textId="7A228CBD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90457D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207ED4">
              <w:rPr>
                <w:rFonts w:ascii="Poppins" w:hAnsi="Poppins" w:cs="Poppins"/>
                <w:b/>
                <w:bCs/>
                <w:sz w:val="20"/>
              </w:rPr>
              <w:t xml:space="preserve"> – Modello Corpo Modulo 3 vie attacchi Femmina – Femmina da 1"1/4 o equivalente</w:t>
            </w:r>
            <w:r w:rsidR="0090457D">
              <w:rPr>
                <w:rFonts w:ascii="Poppins" w:hAnsi="Poppins" w:cs="Poppins"/>
                <w:b/>
                <w:bCs/>
                <w:sz w:val="20"/>
              </w:rPr>
              <w:t>.</w:t>
            </w:r>
          </w:p>
        </w:tc>
      </w:tr>
      <w:tr w:rsidR="00207ED4" w:rsidRPr="00D5395B" w14:paraId="5DEBBD94" w14:textId="77777777" w:rsidTr="00EB510E">
        <w:tc>
          <w:tcPr>
            <w:tcW w:w="1208" w:type="dxa"/>
          </w:tcPr>
          <w:p w14:paraId="575CEAF1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Cs/>
                <w:sz w:val="20"/>
              </w:rPr>
              <w:t>90021290</w:t>
            </w:r>
          </w:p>
        </w:tc>
        <w:tc>
          <w:tcPr>
            <w:tcW w:w="1867" w:type="dxa"/>
          </w:tcPr>
          <w:p w14:paraId="22AE0F1F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Cs/>
                <w:sz w:val="20"/>
              </w:rPr>
              <w:t xml:space="preserve">Corpo Modulo </w:t>
            </w:r>
          </w:p>
          <w:p w14:paraId="0A86DD80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Cs/>
                <w:sz w:val="20"/>
              </w:rPr>
              <w:t>3 vie</w:t>
            </w:r>
          </w:p>
          <w:p w14:paraId="72EC24AE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Cs/>
                <w:sz w:val="20"/>
              </w:rPr>
              <w:t xml:space="preserve">attacchi </w:t>
            </w:r>
          </w:p>
          <w:p w14:paraId="6848155A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Cs/>
                <w:sz w:val="20"/>
              </w:rPr>
              <w:lastRenderedPageBreak/>
              <w:t>Femmina – Femmina</w:t>
            </w:r>
          </w:p>
          <w:p w14:paraId="30681E80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Cs/>
                <w:sz w:val="20"/>
              </w:rPr>
              <w:t>da 1"1/2</w:t>
            </w:r>
          </w:p>
        </w:tc>
        <w:tc>
          <w:tcPr>
            <w:tcW w:w="6525" w:type="dxa"/>
          </w:tcPr>
          <w:p w14:paraId="2566D132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lastRenderedPageBreak/>
              <w:t>Corpo valvola Modulo da 1”1/2 con attacchi femmina - femmina.</w:t>
            </w:r>
          </w:p>
          <w:p w14:paraId="74742395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268602B7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Dati tecnici valvola:</w:t>
            </w:r>
          </w:p>
          <w:p w14:paraId="7E22FC6B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lastRenderedPageBreak/>
              <w:t>Corpo in ottone: ST UNI EN 12165 CW617N nichelato</w:t>
            </w:r>
          </w:p>
          <w:p w14:paraId="1F3AA230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Sfera in ottone: ST UNI EN 12165 CW617N cromata</w:t>
            </w:r>
          </w:p>
          <w:p w14:paraId="276CD518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Tenuta sede sfera: PTFE</w:t>
            </w:r>
          </w:p>
          <w:p w14:paraId="1537C267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Tenuta asta in manovra: HNBR</w:t>
            </w:r>
          </w:p>
          <w:p w14:paraId="1729A43D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Temperatura di impiego: da – 40 °C a 100 °C (fluido circolante)</w:t>
            </w:r>
          </w:p>
          <w:p w14:paraId="338E8231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Pressione di esercizio: PN 40</w:t>
            </w:r>
          </w:p>
          <w:p w14:paraId="7D2556F5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Pressione differenziale massima: 6 bar</w:t>
            </w:r>
          </w:p>
          <w:p w14:paraId="1C85E7F2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581FFAF7" w14:textId="0E71F6E4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90457D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207ED4">
              <w:rPr>
                <w:rFonts w:ascii="Poppins" w:hAnsi="Poppins" w:cs="Poppins"/>
                <w:b/>
                <w:bCs/>
                <w:sz w:val="20"/>
              </w:rPr>
              <w:t xml:space="preserve"> – Modello Corpo Modulo 3 vie attacchi Femmina – Femmina da 1"1/2 o equivalente</w:t>
            </w:r>
            <w:r w:rsidR="0090457D">
              <w:rPr>
                <w:rFonts w:ascii="Poppins" w:hAnsi="Poppins" w:cs="Poppins"/>
                <w:b/>
                <w:bCs/>
                <w:sz w:val="20"/>
              </w:rPr>
              <w:t>.</w:t>
            </w:r>
          </w:p>
        </w:tc>
      </w:tr>
      <w:tr w:rsidR="00207ED4" w:rsidRPr="00D5395B" w14:paraId="67043C18" w14:textId="77777777" w:rsidTr="00EB510E">
        <w:tc>
          <w:tcPr>
            <w:tcW w:w="1208" w:type="dxa"/>
          </w:tcPr>
          <w:p w14:paraId="37D4CD87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Cs/>
                <w:sz w:val="20"/>
              </w:rPr>
              <w:lastRenderedPageBreak/>
              <w:t>90021300</w:t>
            </w:r>
          </w:p>
        </w:tc>
        <w:tc>
          <w:tcPr>
            <w:tcW w:w="1867" w:type="dxa"/>
          </w:tcPr>
          <w:p w14:paraId="79DD8A0F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Cs/>
                <w:sz w:val="20"/>
              </w:rPr>
              <w:t xml:space="preserve">Corpo Modulo </w:t>
            </w:r>
          </w:p>
          <w:p w14:paraId="43064F5F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Cs/>
                <w:sz w:val="20"/>
              </w:rPr>
              <w:t>3 vie</w:t>
            </w:r>
          </w:p>
          <w:p w14:paraId="641FB4F8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Cs/>
                <w:sz w:val="20"/>
              </w:rPr>
              <w:t xml:space="preserve">attacchi </w:t>
            </w:r>
          </w:p>
          <w:p w14:paraId="2F6E768C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Cs/>
                <w:sz w:val="20"/>
              </w:rPr>
              <w:t>Femmina – Femmina</w:t>
            </w:r>
          </w:p>
          <w:p w14:paraId="3BC69447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Cs/>
                <w:sz w:val="20"/>
              </w:rPr>
              <w:t>da 2"</w:t>
            </w:r>
          </w:p>
        </w:tc>
        <w:tc>
          <w:tcPr>
            <w:tcW w:w="6525" w:type="dxa"/>
          </w:tcPr>
          <w:p w14:paraId="4C334334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Corpo valvola Modulo da 2” con attacchi femmina - femmina.</w:t>
            </w:r>
          </w:p>
          <w:p w14:paraId="65A612CE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2F2C5EC6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Dati tecnici valvola:</w:t>
            </w:r>
          </w:p>
          <w:p w14:paraId="543CA805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Corpo in ottone: ST UNI EN 12165 CW617N nichelato</w:t>
            </w:r>
          </w:p>
          <w:p w14:paraId="3606BCB5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Sfera in ottone: ST UNI EN 12165 CW617N cromata</w:t>
            </w:r>
          </w:p>
          <w:p w14:paraId="3B822D04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Tenuta sede sfera: PTFE</w:t>
            </w:r>
          </w:p>
          <w:p w14:paraId="0C05D450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Tenuta asta in manovra: HNBR</w:t>
            </w:r>
          </w:p>
          <w:p w14:paraId="56AEBD14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Temperatura di impiego: da – 40 °C a 100 °C (fluido circolante)</w:t>
            </w:r>
          </w:p>
          <w:p w14:paraId="08989511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Pressione di esercizio: PN 40</w:t>
            </w:r>
          </w:p>
          <w:p w14:paraId="609B56C2" w14:textId="77777777" w:rsidR="00207ED4" w:rsidRPr="00207ED4" w:rsidRDefault="00207ED4" w:rsidP="00207ED4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207ED4">
              <w:rPr>
                <w:rFonts w:ascii="Poppins" w:hAnsi="Poppins" w:cs="Poppins"/>
                <w:bCs/>
                <w:color w:val="000000" w:themeColor="text1"/>
                <w:sz w:val="20"/>
              </w:rPr>
              <w:t>Pressione differenziale massima: 6 bar</w:t>
            </w:r>
          </w:p>
          <w:p w14:paraId="425C4969" w14:textId="77777777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6979216D" w14:textId="04AA0AE1" w:rsidR="00207ED4" w:rsidRPr="00207ED4" w:rsidRDefault="00207ED4" w:rsidP="00207ED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207ED4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90457D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207ED4">
              <w:rPr>
                <w:rFonts w:ascii="Poppins" w:hAnsi="Poppins" w:cs="Poppins"/>
                <w:b/>
                <w:bCs/>
                <w:sz w:val="20"/>
              </w:rPr>
              <w:t xml:space="preserve"> – Modello Corpo Modulo 3 vie attacchi Femmina – Femmina da 2" o equivalente</w:t>
            </w:r>
            <w:r w:rsidR="0090457D">
              <w:rPr>
                <w:rFonts w:ascii="Poppins" w:hAnsi="Poppins" w:cs="Poppins"/>
                <w:b/>
                <w:bCs/>
                <w:sz w:val="20"/>
              </w:rPr>
              <w:t>.</w:t>
            </w:r>
          </w:p>
        </w:tc>
      </w:tr>
    </w:tbl>
    <w:p w14:paraId="7A019096" w14:textId="77777777" w:rsidR="00931A8A" w:rsidRPr="00A06A5E" w:rsidRDefault="00931A8A" w:rsidP="00A06A5E"/>
    <w:sectPr w:rsidR="00931A8A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1F8E5B" w14:textId="77777777" w:rsidR="00680F2B" w:rsidRDefault="00680F2B">
      <w:r>
        <w:separator/>
      </w:r>
    </w:p>
  </w:endnote>
  <w:endnote w:type="continuationSeparator" w:id="0">
    <w:p w14:paraId="0AF8060A" w14:textId="77777777" w:rsidR="00680F2B" w:rsidRDefault="00680F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Omega">
    <w:altName w:val="Times New Roman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74673" w14:textId="77777777" w:rsidR="00AC0741" w:rsidRDefault="00AC0741"/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CE7C2F" w14:paraId="3F0990D8" w14:textId="77777777" w:rsidTr="004706FD">
      <w:tc>
        <w:tcPr>
          <w:tcW w:w="4534" w:type="dxa"/>
        </w:tcPr>
        <w:p w14:paraId="6FE6978B" w14:textId="1B88C08A" w:rsidR="00C86331" w:rsidRPr="00C86331" w:rsidRDefault="00CE7C2F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Pr="00EC29FF">
            <w:rPr>
              <w:rFonts w:ascii="Poppins" w:hAnsi="Poppins" w:cs="Poppins"/>
              <w:iCs/>
              <w:sz w:val="16"/>
            </w:rPr>
            <w:instrText xml:space="preserve"> FILENAME  \* MERGEFORMAT </w:instrText>
          </w:r>
          <w:r w:rsidRPr="00EC29FF">
            <w:rPr>
              <w:rFonts w:ascii="Poppins" w:hAnsi="Poppins" w:cs="Poppins"/>
              <w:iCs/>
              <w:sz w:val="16"/>
            </w:rPr>
            <w:fldChar w:fldCharType="separate"/>
          </w:r>
          <w:r w:rsidR="0090457D">
            <w:rPr>
              <w:rFonts w:ascii="Poppins" w:hAnsi="Poppins" w:cs="Poppins"/>
              <w:iCs/>
              <w:noProof/>
              <w:sz w:val="16"/>
            </w:rPr>
            <w:t>Corpi per valvole motorizzate Modulo Compact e Plus</w:t>
          </w:r>
          <w:r w:rsidRPr="00EC29FF">
            <w:rPr>
              <w:rFonts w:ascii="Poppins" w:hAnsi="Poppins" w:cs="Poppins"/>
              <w:iCs/>
              <w:sz w:val="16"/>
            </w:rPr>
            <w:fldChar w:fldCharType="end"/>
          </w:r>
        </w:p>
      </w:tc>
      <w:tc>
        <w:tcPr>
          <w:tcW w:w="5176" w:type="dxa"/>
        </w:tcPr>
        <w:p w14:paraId="7C50B3AB" w14:textId="5866680C" w:rsidR="00CE7C2F" w:rsidRPr="00EC29FF" w:rsidRDefault="00CE7C2F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9E2742"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112063">
            <w:rPr>
              <w:rFonts w:ascii="Poppins" w:hAnsi="Poppins" w:cs="Poppins"/>
              <w:noProof/>
              <w:sz w:val="14"/>
              <w:szCs w:val="14"/>
            </w:rPr>
            <w:t>9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6D0693B2" w14:textId="77777777" w:rsidR="00CE7C2F" w:rsidRPr="005C61B9" w:rsidRDefault="00942B09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508A4411" wp14:editId="636221F5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14B32B" w14:textId="77777777" w:rsidR="00680F2B" w:rsidRDefault="00680F2B">
      <w:r>
        <w:separator/>
      </w:r>
    </w:p>
  </w:footnote>
  <w:footnote w:type="continuationSeparator" w:id="0">
    <w:p w14:paraId="63401AD5" w14:textId="77777777" w:rsidR="00680F2B" w:rsidRDefault="00680F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43EC6" w14:textId="77777777" w:rsidR="009E250A" w:rsidRPr="00D17F30" w:rsidRDefault="00CC31A7" w:rsidP="00CC31A7">
    <w:pPr>
      <w:pStyle w:val="Intestazione"/>
      <w:jc w:val="center"/>
      <w:rPr>
        <w:rFonts w:ascii="Poppins" w:hAnsi="Poppins" w:cs="Poppins"/>
        <w:i/>
        <w:iCs/>
        <w:sz w:val="28"/>
        <w:szCs w:val="28"/>
      </w:rPr>
    </w:pPr>
    <w:r>
      <w:rPr>
        <w:noProof/>
        <w:sz w:val="20"/>
      </w:rPr>
      <w:drawing>
        <wp:inline distT="0" distB="0" distL="0" distR="0" wp14:anchorId="143DFBB5" wp14:editId="28EE1437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17F30">
      <w:rPr>
        <w:sz w:val="20"/>
      </w:rPr>
      <w:t xml:space="preserve">                                                                                  </w:t>
    </w:r>
  </w:p>
  <w:p w14:paraId="0F89161D" w14:textId="77777777" w:rsidR="00D440AE" w:rsidRDefault="00D440AE" w:rsidP="00CC31A7">
    <w:pPr>
      <w:pStyle w:val="Intestazione"/>
      <w:jc w:val="center"/>
      <w:rPr>
        <w:sz w:val="16"/>
        <w:szCs w:val="16"/>
      </w:rPr>
    </w:pPr>
  </w:p>
  <w:p w14:paraId="19220465" w14:textId="77777777" w:rsidR="006E5C4B" w:rsidRPr="00D440AE" w:rsidRDefault="006E5C4B" w:rsidP="00CC31A7">
    <w:pPr>
      <w:pStyle w:val="Intestazione"/>
      <w:jc w:val="center"/>
      <w:rPr>
        <w:sz w:val="16"/>
        <w:szCs w:val="16"/>
      </w:rPr>
    </w:pPr>
  </w:p>
  <w:p w14:paraId="490F5076" w14:textId="77777777" w:rsidR="00D440AE" w:rsidRPr="00D440AE" w:rsidRDefault="00D440AE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771088"/>
    <w:multiLevelType w:val="hybridMultilevel"/>
    <w:tmpl w:val="FB50CB64"/>
    <w:lvl w:ilvl="0" w:tplc="90465E0A">
      <w:start w:val="2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337317">
    <w:abstractNumId w:val="3"/>
  </w:num>
  <w:num w:numId="2" w16cid:durableId="1777824945">
    <w:abstractNumId w:val="2"/>
  </w:num>
  <w:num w:numId="3" w16cid:durableId="1984507563">
    <w:abstractNumId w:val="0"/>
  </w:num>
  <w:num w:numId="4" w16cid:durableId="11213381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B6932"/>
    <w:rsid w:val="000C52FA"/>
    <w:rsid w:val="000E15FA"/>
    <w:rsid w:val="000F7A52"/>
    <w:rsid w:val="00103A0D"/>
    <w:rsid w:val="00112063"/>
    <w:rsid w:val="001441C6"/>
    <w:rsid w:val="001450AB"/>
    <w:rsid w:val="001620E3"/>
    <w:rsid w:val="00171DAE"/>
    <w:rsid w:val="00195A49"/>
    <w:rsid w:val="001B6644"/>
    <w:rsid w:val="001E471C"/>
    <w:rsid w:val="001F782F"/>
    <w:rsid w:val="00207ED4"/>
    <w:rsid w:val="0023000E"/>
    <w:rsid w:val="002346C2"/>
    <w:rsid w:val="00264BCF"/>
    <w:rsid w:val="0028448D"/>
    <w:rsid w:val="002862D2"/>
    <w:rsid w:val="002B5D63"/>
    <w:rsid w:val="003333BC"/>
    <w:rsid w:val="00344430"/>
    <w:rsid w:val="003524C7"/>
    <w:rsid w:val="00357812"/>
    <w:rsid w:val="00387009"/>
    <w:rsid w:val="00433C12"/>
    <w:rsid w:val="0044592F"/>
    <w:rsid w:val="004706FD"/>
    <w:rsid w:val="00474537"/>
    <w:rsid w:val="0048382E"/>
    <w:rsid w:val="004F34B5"/>
    <w:rsid w:val="00536743"/>
    <w:rsid w:val="005C61B9"/>
    <w:rsid w:val="00610639"/>
    <w:rsid w:val="00680F2B"/>
    <w:rsid w:val="006B218C"/>
    <w:rsid w:val="006B29B1"/>
    <w:rsid w:val="006D044B"/>
    <w:rsid w:val="006D4FDF"/>
    <w:rsid w:val="006E5C4B"/>
    <w:rsid w:val="006F1812"/>
    <w:rsid w:val="006F6AB3"/>
    <w:rsid w:val="00710BB8"/>
    <w:rsid w:val="00727388"/>
    <w:rsid w:val="00745AB1"/>
    <w:rsid w:val="0074712F"/>
    <w:rsid w:val="00782096"/>
    <w:rsid w:val="007D5EC7"/>
    <w:rsid w:val="007E7665"/>
    <w:rsid w:val="0080323F"/>
    <w:rsid w:val="00810A85"/>
    <w:rsid w:val="00830828"/>
    <w:rsid w:val="00844BBC"/>
    <w:rsid w:val="00867692"/>
    <w:rsid w:val="008A2C0A"/>
    <w:rsid w:val="008B5587"/>
    <w:rsid w:val="0090457D"/>
    <w:rsid w:val="00923354"/>
    <w:rsid w:val="00931A8A"/>
    <w:rsid w:val="00942B09"/>
    <w:rsid w:val="00992282"/>
    <w:rsid w:val="009A219D"/>
    <w:rsid w:val="009C1166"/>
    <w:rsid w:val="009E07DC"/>
    <w:rsid w:val="009E250A"/>
    <w:rsid w:val="009E2742"/>
    <w:rsid w:val="00A06A5E"/>
    <w:rsid w:val="00A216E2"/>
    <w:rsid w:val="00A62A77"/>
    <w:rsid w:val="00A743FF"/>
    <w:rsid w:val="00AC0741"/>
    <w:rsid w:val="00AD05EC"/>
    <w:rsid w:val="00AD1706"/>
    <w:rsid w:val="00B7475F"/>
    <w:rsid w:val="00B93CD1"/>
    <w:rsid w:val="00BD14D8"/>
    <w:rsid w:val="00BF1E16"/>
    <w:rsid w:val="00C203AE"/>
    <w:rsid w:val="00C233C1"/>
    <w:rsid w:val="00C25698"/>
    <w:rsid w:val="00C27DFF"/>
    <w:rsid w:val="00C437EE"/>
    <w:rsid w:val="00C55FF9"/>
    <w:rsid w:val="00C86331"/>
    <w:rsid w:val="00C93391"/>
    <w:rsid w:val="00C93402"/>
    <w:rsid w:val="00CB1475"/>
    <w:rsid w:val="00CC31A7"/>
    <w:rsid w:val="00CE7C2F"/>
    <w:rsid w:val="00D061A5"/>
    <w:rsid w:val="00D178ED"/>
    <w:rsid w:val="00D17F30"/>
    <w:rsid w:val="00D440AE"/>
    <w:rsid w:val="00DD2E16"/>
    <w:rsid w:val="00DE5C0B"/>
    <w:rsid w:val="00E07577"/>
    <w:rsid w:val="00E36C49"/>
    <w:rsid w:val="00E42389"/>
    <w:rsid w:val="00EA01C8"/>
    <w:rsid w:val="00EB33B9"/>
    <w:rsid w:val="00EC29FF"/>
    <w:rsid w:val="00EF73E5"/>
    <w:rsid w:val="00F50F65"/>
    <w:rsid w:val="00F60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7133C66C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207ED4"/>
    <w:rPr>
      <w:rFonts w:ascii="CG Omega" w:hAnsi="CG Omega"/>
      <w:sz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4B3353-AA54-4C33-8EFE-1E778CE56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9</Pages>
  <Words>2212</Words>
  <Characters>10512</Characters>
  <Application>Microsoft Office Word</Application>
  <DocSecurity>4</DocSecurity>
  <Lines>87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12699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2</cp:revision>
  <cp:lastPrinted>2013-11-14T13:48:00Z</cp:lastPrinted>
  <dcterms:created xsi:type="dcterms:W3CDTF">2024-08-29T13:47:00Z</dcterms:created>
  <dcterms:modified xsi:type="dcterms:W3CDTF">2024-08-29T13:47:00Z</dcterms:modified>
</cp:coreProperties>
</file>